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692E" w14:textId="3F7BB73F" w:rsidR="003A12B1" w:rsidRPr="00DF5BCE" w:rsidRDefault="00C41BAD" w:rsidP="00446FBC">
      <w:pPr>
        <w:pStyle w:val="a6"/>
        <w:jc w:val="right"/>
      </w:pPr>
      <w:r w:rsidRPr="00DF5BCE">
        <w:rPr>
          <w:rFonts w:hint="eastAsia"/>
        </w:rPr>
        <w:t xml:space="preserve">　　　　　　　　　　　　　　　　　　　　　　　　　　　　</w:t>
      </w:r>
      <w:r w:rsidR="00446FBC" w:rsidRPr="00DF5BCE">
        <w:rPr>
          <w:rFonts w:hint="eastAsia"/>
        </w:rPr>
        <w:t xml:space="preserve">　</w:t>
      </w:r>
      <w:r w:rsidR="00B21B83" w:rsidRPr="00DF5BCE">
        <w:rPr>
          <w:rFonts w:hint="eastAsia"/>
        </w:rPr>
        <w:t>20</w:t>
      </w:r>
      <w:r w:rsidR="003B37FA" w:rsidRPr="00DF5BCE">
        <w:rPr>
          <w:rFonts w:hint="eastAsia"/>
        </w:rPr>
        <w:t>2</w:t>
      </w:r>
      <w:r w:rsidR="004D167B">
        <w:rPr>
          <w:rFonts w:hint="eastAsia"/>
        </w:rPr>
        <w:t>5</w:t>
      </w:r>
      <w:r w:rsidR="00444419" w:rsidRPr="00DF5BCE">
        <w:rPr>
          <w:rFonts w:hint="eastAsia"/>
        </w:rPr>
        <w:t>(</w:t>
      </w:r>
      <w:r w:rsidR="00444419" w:rsidRPr="00DF5BCE">
        <w:rPr>
          <w:rFonts w:hint="eastAsia"/>
        </w:rPr>
        <w:t>一社</w:t>
      </w:r>
      <w:r w:rsidR="00444419" w:rsidRPr="00DF5BCE">
        <w:rPr>
          <w:rFonts w:hint="eastAsia"/>
        </w:rPr>
        <w:t>)</w:t>
      </w:r>
      <w:r w:rsidR="00444419" w:rsidRPr="00DF5BCE">
        <w:rPr>
          <w:rFonts w:hint="eastAsia"/>
        </w:rPr>
        <w:t>四青</w:t>
      </w:r>
      <w:r w:rsidR="00182B61" w:rsidRPr="00DF5BCE">
        <w:rPr>
          <w:rFonts w:hint="eastAsia"/>
        </w:rPr>
        <w:t>No</w:t>
      </w:r>
      <w:r w:rsidRPr="00DF5BCE">
        <w:rPr>
          <w:rFonts w:hint="eastAsia"/>
        </w:rPr>
        <w:t xml:space="preserve">　　　　　　　　　　　　　　　　</w:t>
      </w:r>
      <w:r w:rsidR="00AA05FA" w:rsidRPr="00DF5BCE">
        <w:rPr>
          <w:rFonts w:hint="eastAsia"/>
        </w:rPr>
        <w:t xml:space="preserve">　　　</w:t>
      </w:r>
      <w:r w:rsidR="00446FBC" w:rsidRPr="00DF5BCE">
        <w:rPr>
          <w:rFonts w:hint="eastAsia"/>
        </w:rPr>
        <w:t xml:space="preserve">　　　　</w:t>
      </w:r>
      <w:r w:rsidR="00CB7B17">
        <w:rPr>
          <w:rFonts w:hint="eastAsia"/>
        </w:rPr>
        <w:t>2</w:t>
      </w:r>
      <w:r w:rsidR="00CB7B17">
        <w:t>02</w:t>
      </w:r>
      <w:r w:rsidR="004D167B">
        <w:rPr>
          <w:rFonts w:hint="eastAsia"/>
        </w:rPr>
        <w:t>5</w:t>
      </w:r>
      <w:r w:rsidR="003A12B1" w:rsidRPr="00DF5BCE">
        <w:rPr>
          <w:rFonts w:hint="eastAsia"/>
        </w:rPr>
        <w:t>年</w:t>
      </w:r>
      <w:r w:rsidR="00CB7B17">
        <w:rPr>
          <w:rFonts w:hint="eastAsia"/>
        </w:rPr>
        <w:t>1</w:t>
      </w:r>
      <w:r w:rsidR="003A12B1" w:rsidRPr="00DF5BCE">
        <w:rPr>
          <w:rFonts w:hint="eastAsia"/>
        </w:rPr>
        <w:t>月</w:t>
      </w:r>
      <w:r w:rsidR="00982798" w:rsidRPr="00DF5BCE">
        <w:rPr>
          <w:rFonts w:hint="eastAsia"/>
        </w:rPr>
        <w:t>吉</w:t>
      </w:r>
      <w:r w:rsidR="003A12B1" w:rsidRPr="00DF5BCE">
        <w:rPr>
          <w:rFonts w:hint="eastAsia"/>
        </w:rPr>
        <w:t>日</w:t>
      </w:r>
    </w:p>
    <w:p w14:paraId="3DF5BB3D" w14:textId="583E3F38" w:rsidR="003A12B1" w:rsidRPr="00DF5BCE" w:rsidRDefault="003B245C">
      <w:pPr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>正</w:t>
      </w:r>
      <w:r w:rsidR="0049086A" w:rsidRPr="00DF5BCE">
        <w:rPr>
          <w:rFonts w:asciiTheme="minorEastAsia" w:eastAsiaTheme="minorEastAsia" w:hAnsiTheme="minorEastAsia" w:hint="eastAsia"/>
          <w:lang w:eastAsia="zh-TW"/>
        </w:rPr>
        <w:t>会員</w:t>
      </w:r>
      <w:r w:rsidR="00462EBA"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9086A" w:rsidRPr="00DF5BCE">
        <w:rPr>
          <w:rFonts w:asciiTheme="minorEastAsia" w:eastAsiaTheme="minorEastAsia" w:hAnsiTheme="minorEastAsia" w:hint="eastAsia"/>
          <w:lang w:eastAsia="zh-TW"/>
        </w:rPr>
        <w:t>各位</w:t>
      </w:r>
    </w:p>
    <w:p w14:paraId="171CEF7A" w14:textId="77777777" w:rsidR="003A12B1" w:rsidRPr="00DF5BCE" w:rsidRDefault="0049086A" w:rsidP="000B1D08">
      <w:pPr>
        <w:pStyle w:val="a3"/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一般社団法人四日市青年会議所</w:t>
      </w:r>
    </w:p>
    <w:p w14:paraId="4C1BC667" w14:textId="114F83CD" w:rsidR="000B1D08" w:rsidRPr="00DF5BCE" w:rsidRDefault="0049086A" w:rsidP="00CA7CA3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DF5BCE">
        <w:rPr>
          <w:rFonts w:asciiTheme="minorEastAsia" w:eastAsiaTheme="minorEastAsia" w:hAnsiTheme="minorEastAsia" w:hint="eastAsia"/>
          <w:lang w:eastAsia="zh-TW"/>
        </w:rPr>
        <w:t xml:space="preserve">　　　　　</w:t>
      </w:r>
      <w:r w:rsidR="001266F8"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</w:t>
      </w:r>
      <w:bookmarkStart w:id="0" w:name="_Hlk141715826"/>
      <w:r w:rsidR="00182B61" w:rsidRPr="004D167B">
        <w:rPr>
          <w:rFonts w:asciiTheme="minorEastAsia" w:eastAsiaTheme="minorEastAsia" w:hAnsiTheme="minorEastAsia" w:hint="eastAsia"/>
          <w:spacing w:val="105"/>
          <w:kern w:val="0"/>
          <w:fitText w:val="1050" w:id="-1725424639"/>
          <w:lang w:eastAsia="zh-TW"/>
        </w:rPr>
        <w:t>理事</w:t>
      </w:r>
      <w:r w:rsidR="00182B61" w:rsidRPr="004D167B">
        <w:rPr>
          <w:rFonts w:asciiTheme="minorEastAsia" w:eastAsiaTheme="minorEastAsia" w:hAnsiTheme="minorEastAsia" w:hint="eastAsia"/>
          <w:kern w:val="0"/>
          <w:fitText w:val="1050" w:id="-1725424639"/>
          <w:lang w:eastAsia="zh-TW"/>
        </w:rPr>
        <w:t>長</w:t>
      </w:r>
      <w:r w:rsidR="001266F8"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CA7C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D167B">
        <w:rPr>
          <w:rFonts w:asciiTheme="minorEastAsia" w:eastAsiaTheme="minorEastAsia" w:hAnsiTheme="minorEastAsia" w:hint="eastAsia"/>
          <w:lang w:eastAsia="zh-TW"/>
        </w:rPr>
        <w:t>仲野　仁裕</w:t>
      </w:r>
    </w:p>
    <w:p w14:paraId="60974844" w14:textId="1C817819" w:rsidR="000B1D08" w:rsidRPr="00DF5BCE" w:rsidRDefault="0049086A" w:rsidP="00CA7CA3">
      <w:pPr>
        <w:wordWrap w:val="0"/>
        <w:jc w:val="right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</w:t>
      </w:r>
      <w:r w:rsidR="00B21B83"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　　　　　</w:t>
      </w:r>
      <w:r w:rsidR="00B21B83" w:rsidRPr="004D167B">
        <w:rPr>
          <w:rFonts w:asciiTheme="minorEastAsia" w:eastAsiaTheme="minorEastAsia" w:hAnsiTheme="minorEastAsia" w:hint="eastAsia"/>
          <w:spacing w:val="51"/>
          <w:w w:val="89"/>
          <w:kern w:val="0"/>
          <w:fitText w:val="1050" w:id="-1725424640"/>
          <w:lang w:eastAsia="zh-TW"/>
        </w:rPr>
        <w:t>専務理</w:t>
      </w:r>
      <w:r w:rsidR="00B21B83" w:rsidRPr="004D167B">
        <w:rPr>
          <w:rFonts w:asciiTheme="minorEastAsia" w:eastAsiaTheme="minorEastAsia" w:hAnsiTheme="minorEastAsia" w:hint="eastAsia"/>
          <w:spacing w:val="1"/>
          <w:w w:val="89"/>
          <w:kern w:val="0"/>
          <w:fitText w:val="1050" w:id="-1725424640"/>
          <w:lang w:eastAsia="zh-TW"/>
        </w:rPr>
        <w:t>事</w:t>
      </w:r>
      <w:r w:rsidR="00B21B83" w:rsidRPr="00DF5BCE">
        <w:rPr>
          <w:rFonts w:asciiTheme="minorEastAsia" w:eastAsiaTheme="minorEastAsia" w:hAnsiTheme="minorEastAsia" w:hint="eastAsia"/>
          <w:lang w:eastAsia="zh-TW"/>
        </w:rPr>
        <w:t xml:space="preserve">　　</w:t>
      </w:r>
      <w:r w:rsidR="004D167B">
        <w:rPr>
          <w:rFonts w:asciiTheme="minorEastAsia" w:eastAsiaTheme="minorEastAsia" w:hAnsiTheme="minorEastAsia" w:hint="eastAsia"/>
          <w:lang w:eastAsia="zh-TW"/>
        </w:rPr>
        <w:t xml:space="preserve">蛭波　敬　</w:t>
      </w:r>
    </w:p>
    <w:bookmarkEnd w:id="0"/>
    <w:p w14:paraId="26BC334B" w14:textId="6446D231" w:rsidR="000B1D08" w:rsidRPr="0082573A" w:rsidRDefault="0049086A" w:rsidP="00182B61">
      <w:pPr>
        <w:wordWrap w:val="0"/>
        <w:jc w:val="right"/>
        <w:rPr>
          <w:rFonts w:asciiTheme="minorEastAsia" w:eastAsia="PMingLiU" w:hAnsiTheme="minorEastAsia"/>
          <w:color w:val="FF0000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</w:t>
      </w:r>
      <w:r w:rsidR="00462EBA" w:rsidRPr="00DF5BCE">
        <w:rPr>
          <w:rFonts w:asciiTheme="minorEastAsia" w:eastAsiaTheme="minorEastAsia" w:hAnsiTheme="minorEastAsia" w:hint="eastAsia"/>
          <w:lang w:eastAsia="zh-TW"/>
        </w:rPr>
        <w:t xml:space="preserve">　　　　　　　　　　　　　　財務委員長　</w:t>
      </w:r>
      <w:r w:rsidR="00C2183E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4D167B">
        <w:rPr>
          <w:rFonts w:asciiTheme="minorEastAsia" w:eastAsiaTheme="minorEastAsia" w:hAnsiTheme="minorEastAsia" w:hint="eastAsia"/>
          <w:color w:val="000000" w:themeColor="text1"/>
          <w:lang w:eastAsia="zh-TW"/>
        </w:rPr>
        <w:t>中島　和人</w:t>
      </w:r>
    </w:p>
    <w:p w14:paraId="1D088EE1" w14:textId="77777777" w:rsidR="001266F8" w:rsidRPr="00DF5BCE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5DFDEA" w14:textId="77777777" w:rsidR="001266F8" w:rsidRPr="00DF5BCE" w:rsidRDefault="001266F8" w:rsidP="001266F8">
      <w:pPr>
        <w:jc w:val="right"/>
        <w:rPr>
          <w:rFonts w:asciiTheme="minorEastAsia" w:eastAsiaTheme="minorEastAsia" w:hAnsiTheme="minorEastAsia"/>
          <w:lang w:eastAsia="zh-TW"/>
        </w:rPr>
      </w:pPr>
    </w:p>
    <w:p w14:paraId="6CE2F257" w14:textId="58E9D5CD" w:rsidR="003A12B1" w:rsidRPr="00DF5BCE" w:rsidRDefault="00CB7B17">
      <w:pPr>
        <w:jc w:val="center"/>
        <w:rPr>
          <w:rFonts w:asciiTheme="minorEastAsia" w:eastAsiaTheme="minorEastAsia" w:hAnsiTheme="minorEastAsia"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sz w:val="28"/>
          <w:szCs w:val="28"/>
          <w:u w:val="single"/>
        </w:rPr>
        <w:t>2</w:t>
      </w:r>
      <w:r>
        <w:rPr>
          <w:rFonts w:asciiTheme="minorEastAsia" w:eastAsiaTheme="minorEastAsia" w:hAnsiTheme="minorEastAsia"/>
          <w:sz w:val="28"/>
          <w:szCs w:val="28"/>
          <w:u w:val="single"/>
        </w:rPr>
        <w:t>02</w:t>
      </w:r>
      <w:r w:rsidR="004D167B">
        <w:rPr>
          <w:rFonts w:asciiTheme="minorEastAsia" w:eastAsiaTheme="minorEastAsia" w:hAnsiTheme="minorEastAsia" w:hint="eastAsia"/>
          <w:sz w:val="28"/>
          <w:szCs w:val="28"/>
          <w:u w:val="single"/>
        </w:rPr>
        <w:t>5</w:t>
      </w:r>
      <w:r w:rsidR="0049086A" w:rsidRPr="00DF5BCE">
        <w:rPr>
          <w:rFonts w:asciiTheme="minorEastAsia" w:eastAsiaTheme="minorEastAsia" w:hAnsiTheme="minorEastAsia" w:hint="eastAsia"/>
          <w:sz w:val="28"/>
          <w:szCs w:val="28"/>
          <w:u w:val="single"/>
        </w:rPr>
        <w:t>年度　年会費　納入のご案内</w:t>
      </w:r>
    </w:p>
    <w:p w14:paraId="68333091" w14:textId="77777777" w:rsidR="001266F8" w:rsidRPr="00DF5BCE" w:rsidRDefault="001266F8" w:rsidP="001266F8"/>
    <w:p w14:paraId="0EDB1D05" w14:textId="5C4F77CF" w:rsidR="006B4DAD" w:rsidRPr="00DF5BCE" w:rsidRDefault="006B4DAD" w:rsidP="006B4DAD">
      <w:pPr>
        <w:pStyle w:val="a4"/>
        <w:rPr>
          <w:rFonts w:asciiTheme="minorEastAsia" w:eastAsiaTheme="minorEastAsia" w:hAnsiTheme="minorEastAsia"/>
        </w:rPr>
      </w:pPr>
      <w:r w:rsidRPr="00DF5BCE">
        <w:rPr>
          <w:rFonts w:asciiTheme="minorEastAsia" w:eastAsiaTheme="minorEastAsia" w:hAnsiTheme="minorEastAsia" w:hint="eastAsia"/>
        </w:rPr>
        <w:t xml:space="preserve">拝啓　</w:t>
      </w:r>
      <w:r w:rsidR="003D4283" w:rsidRPr="00DF5BCE">
        <w:rPr>
          <w:rFonts w:asciiTheme="minorEastAsia" w:eastAsiaTheme="minorEastAsia" w:hAnsiTheme="minorEastAsia" w:hint="eastAsia"/>
        </w:rPr>
        <w:t>新春の候、</w:t>
      </w:r>
      <w:r w:rsidRPr="00DF5BCE">
        <w:rPr>
          <w:rFonts w:asciiTheme="minorEastAsia" w:eastAsiaTheme="minorEastAsia" w:hAnsiTheme="minorEastAsia" w:hint="eastAsia"/>
        </w:rPr>
        <w:t>ますます御健勝のこととお慶び申し上げます。平素は</w:t>
      </w:r>
      <w:r w:rsidR="00AD70AC" w:rsidRPr="00DF5BCE">
        <w:rPr>
          <w:rFonts w:asciiTheme="minorEastAsia" w:eastAsiaTheme="minorEastAsia" w:hAnsiTheme="minorEastAsia" w:hint="eastAsia"/>
        </w:rPr>
        <w:t>持続可能な地域</w:t>
      </w:r>
      <w:r w:rsidR="0081669D" w:rsidRPr="00DF5BCE">
        <w:rPr>
          <w:rFonts w:asciiTheme="minorEastAsia" w:eastAsiaTheme="minorEastAsia" w:hAnsiTheme="minorEastAsia" w:hint="eastAsia"/>
        </w:rPr>
        <w:t>を創る</w:t>
      </w:r>
      <w:r w:rsidR="00971C43" w:rsidRPr="00DF5BCE">
        <w:rPr>
          <w:rFonts w:asciiTheme="minorEastAsia" w:eastAsiaTheme="minorEastAsia" w:hAnsiTheme="minorEastAsia" w:hint="eastAsia"/>
        </w:rPr>
        <w:t>ために</w:t>
      </w:r>
      <w:r w:rsidR="00761B0F" w:rsidRPr="00DF5BCE">
        <w:rPr>
          <w:rFonts w:asciiTheme="minorEastAsia" w:eastAsiaTheme="minorEastAsia" w:hAnsiTheme="minorEastAsia" w:hint="eastAsia"/>
        </w:rPr>
        <w:t>、青年会議所運動に</w:t>
      </w:r>
      <w:r w:rsidRPr="00DF5BCE">
        <w:rPr>
          <w:rFonts w:asciiTheme="minorEastAsia" w:eastAsiaTheme="minorEastAsia" w:hAnsiTheme="minorEastAsia" w:hint="eastAsia"/>
        </w:rPr>
        <w:t>ご尽力を賜り、誠にありがとうございます。</w:t>
      </w:r>
    </w:p>
    <w:p w14:paraId="06F50357" w14:textId="6FE61965" w:rsidR="006B4DAD" w:rsidRPr="00DF5BCE" w:rsidRDefault="006B4DAD" w:rsidP="006B4DAD">
      <w:pPr>
        <w:pStyle w:val="a4"/>
        <w:rPr>
          <w:rFonts w:asciiTheme="minorEastAsia" w:eastAsiaTheme="minorEastAsia" w:hAnsiTheme="minorEastAsia"/>
        </w:rPr>
      </w:pPr>
      <w:r w:rsidRPr="00DF5BCE">
        <w:rPr>
          <w:rFonts w:asciiTheme="minorEastAsia" w:eastAsiaTheme="minorEastAsia" w:hAnsiTheme="minorEastAsia" w:hint="eastAsia"/>
        </w:rPr>
        <w:t xml:space="preserve">　さて、</w:t>
      </w:r>
      <w:r w:rsidR="00CB7B17">
        <w:rPr>
          <w:rFonts w:asciiTheme="minorEastAsia" w:eastAsiaTheme="minorEastAsia" w:hAnsiTheme="minorEastAsia" w:hint="eastAsia"/>
        </w:rPr>
        <w:t>2</w:t>
      </w:r>
      <w:r w:rsidR="00CB7B17">
        <w:rPr>
          <w:rFonts w:asciiTheme="minorEastAsia" w:eastAsiaTheme="minorEastAsia" w:hAnsiTheme="minorEastAsia"/>
        </w:rPr>
        <w:t>02</w:t>
      </w:r>
      <w:r w:rsidR="004D167B">
        <w:rPr>
          <w:rFonts w:asciiTheme="minorEastAsia" w:eastAsiaTheme="minorEastAsia" w:hAnsiTheme="minorEastAsia" w:hint="eastAsia"/>
        </w:rPr>
        <w:t>5</w:t>
      </w:r>
      <w:r w:rsidRPr="00DF5BCE">
        <w:rPr>
          <w:rFonts w:asciiTheme="minorEastAsia" w:eastAsiaTheme="minorEastAsia" w:hAnsiTheme="minorEastAsia" w:hint="eastAsia"/>
        </w:rPr>
        <w:t>年度の年会費納入についてご案内いたします。下記の通りご請求申し上げますので、早期のお振込みをお願い申し上げます。</w:t>
      </w:r>
    </w:p>
    <w:p w14:paraId="008DCEC4" w14:textId="77777777" w:rsidR="006B4DAD" w:rsidRPr="00DF5BCE" w:rsidRDefault="006B4DAD" w:rsidP="006B4DAD">
      <w:pPr>
        <w:pStyle w:val="a5"/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>敬具</w:t>
      </w:r>
    </w:p>
    <w:p w14:paraId="09E73421" w14:textId="5768C331" w:rsidR="001266F8" w:rsidRPr="00DF5BCE" w:rsidRDefault="006B4DAD" w:rsidP="006B4DAD">
      <w:pPr>
        <w:rPr>
          <w:rFonts w:asciiTheme="minorEastAsia" w:eastAsiaTheme="minorEastAsia" w:hAnsiTheme="minorEastAsia"/>
          <w:lang w:eastAsia="zh-TW"/>
        </w:rPr>
      </w:pPr>
      <w:r w:rsidRPr="00DF5BCE">
        <w:rPr>
          <w:rFonts w:asciiTheme="minorEastAsia" w:eastAsiaTheme="minorEastAsia" w:hAnsiTheme="minorEastAsia" w:hint="eastAsia"/>
          <w:lang w:eastAsia="zh-TW"/>
        </w:rPr>
        <w:t xml:space="preserve">　</w:t>
      </w:r>
    </w:p>
    <w:p w14:paraId="05C79515" w14:textId="77777777" w:rsidR="003A12B1" w:rsidRPr="00DF5BCE" w:rsidRDefault="0049086A">
      <w:pPr>
        <w:pStyle w:val="a6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DF5BCE">
        <w:rPr>
          <w:rFonts w:asciiTheme="minorEastAsia" w:eastAsiaTheme="minorEastAsia" w:hAnsiTheme="minorEastAsia" w:hint="eastAsia"/>
          <w:sz w:val="22"/>
          <w:szCs w:val="22"/>
          <w:lang w:eastAsia="zh-TW"/>
        </w:rPr>
        <w:t>記</w:t>
      </w:r>
    </w:p>
    <w:p w14:paraId="5767735C" w14:textId="77777777" w:rsidR="001266F8" w:rsidRPr="00DF5BCE" w:rsidRDefault="001266F8" w:rsidP="001156D8">
      <w:pPr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36C1725B" w14:textId="0AFE3195" w:rsidR="003D4283" w:rsidRPr="0027405A" w:rsidRDefault="0049086A" w:rsidP="00D55A56">
      <w:pPr>
        <w:ind w:left="851" w:firstLine="851"/>
        <w:rPr>
          <w:lang w:eastAsia="zh-TW"/>
        </w:rPr>
      </w:pPr>
      <w:r w:rsidRPr="0027405A">
        <w:rPr>
          <w:rFonts w:hint="eastAsia"/>
          <w:spacing w:val="105"/>
          <w:kern w:val="0"/>
          <w:fitText w:val="1050" w:id="-1725424382"/>
          <w:lang w:eastAsia="zh-TW"/>
        </w:rPr>
        <w:t>年会</w:t>
      </w:r>
      <w:r w:rsidRPr="0027405A">
        <w:rPr>
          <w:rFonts w:hint="eastAsia"/>
          <w:kern w:val="0"/>
          <w:fitText w:val="1050" w:id="-1725424382"/>
          <w:lang w:eastAsia="zh-TW"/>
        </w:rPr>
        <w:t>費</w:t>
      </w:r>
      <w:r w:rsidRPr="0027405A">
        <w:rPr>
          <w:rFonts w:hint="eastAsia"/>
          <w:lang w:eastAsia="zh-TW"/>
        </w:rPr>
        <w:t xml:space="preserve">　</w:t>
      </w:r>
      <w:r w:rsidR="00C46DDA" w:rsidRPr="0027405A">
        <w:rPr>
          <w:rFonts w:eastAsia="PMingLiU"/>
          <w:lang w:eastAsia="zh-TW"/>
        </w:rPr>
        <w:tab/>
      </w:r>
      <w:r w:rsidR="00CB7B17" w:rsidRPr="0027405A">
        <w:rPr>
          <w:rFonts w:hint="eastAsia"/>
          <w:lang w:eastAsia="zh-TW"/>
        </w:rPr>
        <w:t>1</w:t>
      </w:r>
      <w:r w:rsidR="00CB7B17" w:rsidRPr="0027405A">
        <w:rPr>
          <w:lang w:eastAsia="zh-TW"/>
        </w:rPr>
        <w:t>20</w:t>
      </w:r>
      <w:r w:rsidR="00CB7B17" w:rsidRPr="0027405A">
        <w:rPr>
          <w:rFonts w:hint="eastAsia"/>
          <w:lang w:eastAsia="zh-TW"/>
        </w:rPr>
        <w:t>,0</w:t>
      </w:r>
      <w:r w:rsidR="00CB7B17" w:rsidRPr="0027405A">
        <w:rPr>
          <w:lang w:eastAsia="zh-TW"/>
        </w:rPr>
        <w:t>00</w:t>
      </w:r>
      <w:r w:rsidRPr="0027405A">
        <w:rPr>
          <w:rFonts w:hint="eastAsia"/>
          <w:lang w:eastAsia="zh-TW"/>
        </w:rPr>
        <w:t>円</w:t>
      </w:r>
    </w:p>
    <w:p w14:paraId="2BB452C0" w14:textId="6B1206BD" w:rsidR="00C46DDA" w:rsidRPr="0027405A" w:rsidRDefault="0049086A" w:rsidP="00C46DDA">
      <w:pPr>
        <w:ind w:left="851" w:firstLine="851"/>
        <w:rPr>
          <w:lang w:eastAsia="zh-TW"/>
        </w:rPr>
      </w:pPr>
      <w:r w:rsidRPr="0027405A">
        <w:rPr>
          <w:rFonts w:hint="eastAsia"/>
          <w:spacing w:val="105"/>
          <w:kern w:val="0"/>
          <w:fitText w:val="1050" w:id="-1725424383"/>
          <w:lang w:eastAsia="zh-TW"/>
        </w:rPr>
        <w:t>振込</w:t>
      </w:r>
      <w:r w:rsidRPr="0027405A">
        <w:rPr>
          <w:rFonts w:hint="eastAsia"/>
          <w:kern w:val="0"/>
          <w:fitText w:val="1050" w:id="-1725424383"/>
          <w:lang w:eastAsia="zh-TW"/>
        </w:rPr>
        <w:t>先</w:t>
      </w:r>
      <w:r w:rsidR="003D4283" w:rsidRPr="0027405A">
        <w:rPr>
          <w:rFonts w:hint="eastAsia"/>
          <w:lang w:eastAsia="zh-TW"/>
        </w:rPr>
        <w:t xml:space="preserve">　</w:t>
      </w:r>
      <w:r w:rsidR="003D4283" w:rsidRPr="0027405A">
        <w:rPr>
          <w:rFonts w:hint="eastAsia"/>
          <w:lang w:eastAsia="zh-TW"/>
        </w:rPr>
        <w:t xml:space="preserve">  </w:t>
      </w:r>
      <w:r w:rsidR="00C46DDA" w:rsidRPr="0027405A">
        <w:rPr>
          <w:lang w:eastAsia="zh-TW"/>
        </w:rPr>
        <w:tab/>
      </w:r>
      <w:r w:rsidRPr="0027405A">
        <w:rPr>
          <w:rFonts w:hint="eastAsia"/>
          <w:lang w:eastAsia="zh-TW"/>
        </w:rPr>
        <w:t>北伊勢上野信用金庫　本店営業部</w:t>
      </w:r>
    </w:p>
    <w:p w14:paraId="3BD61EAC" w14:textId="5FBBAA70" w:rsidR="003D4283" w:rsidRPr="0027405A" w:rsidRDefault="0049086A" w:rsidP="00C46DDA">
      <w:pPr>
        <w:ind w:left="2553" w:firstLine="851"/>
        <w:rPr>
          <w:lang w:eastAsia="zh-TW"/>
        </w:rPr>
      </w:pPr>
      <w:r w:rsidRPr="0027405A">
        <w:rPr>
          <w:rFonts w:hint="eastAsia"/>
          <w:kern w:val="0"/>
          <w:lang w:eastAsia="zh-TW"/>
        </w:rPr>
        <w:t>普通預金</w:t>
      </w:r>
      <w:r w:rsidR="00C46DDA" w:rsidRPr="0027405A">
        <w:rPr>
          <w:rFonts w:hint="eastAsia"/>
          <w:kern w:val="0"/>
          <w:lang w:eastAsia="zh-TW"/>
        </w:rPr>
        <w:t xml:space="preserve">　</w:t>
      </w:r>
      <w:r w:rsidR="00DB1E5D" w:rsidRPr="0027405A">
        <w:rPr>
          <w:lang w:eastAsia="zh-TW"/>
        </w:rPr>
        <w:t>1051031</w:t>
      </w:r>
    </w:p>
    <w:p w14:paraId="1DCB019B" w14:textId="77777777" w:rsidR="00461630" w:rsidRPr="0027405A" w:rsidRDefault="00461630" w:rsidP="00461630">
      <w:pPr>
        <w:ind w:left="851" w:firstLine="851"/>
        <w:rPr>
          <w:lang w:eastAsia="zh-TW"/>
        </w:rPr>
      </w:pPr>
      <w:r w:rsidRPr="0027405A">
        <w:rPr>
          <w:rFonts w:hint="eastAsia"/>
          <w:spacing w:val="35"/>
          <w:kern w:val="0"/>
          <w:fitText w:val="1050" w:id="-881506814"/>
          <w:lang w:eastAsia="zh-TW"/>
        </w:rPr>
        <w:t>口座名</w:t>
      </w:r>
      <w:r w:rsidRPr="0027405A">
        <w:rPr>
          <w:rFonts w:hint="eastAsia"/>
          <w:kern w:val="0"/>
          <w:fitText w:val="1050" w:id="-881506814"/>
          <w:lang w:eastAsia="zh-TW"/>
        </w:rPr>
        <w:t>義</w:t>
      </w:r>
      <w:r w:rsidRPr="0027405A">
        <w:rPr>
          <w:rFonts w:hint="eastAsia"/>
          <w:lang w:eastAsia="zh-TW"/>
        </w:rPr>
        <w:t xml:space="preserve">　</w:t>
      </w:r>
      <w:r w:rsidRPr="0027405A">
        <w:rPr>
          <w:lang w:eastAsia="zh-TW"/>
        </w:rPr>
        <w:t xml:space="preserve">  </w:t>
      </w:r>
      <w:r w:rsidRPr="0027405A">
        <w:rPr>
          <w:lang w:eastAsia="zh-TW"/>
        </w:rPr>
        <w:tab/>
      </w:r>
      <w:r w:rsidRPr="0027405A">
        <w:rPr>
          <w:rFonts w:hint="eastAsia"/>
          <w:lang w:eastAsia="zh-TW"/>
        </w:rPr>
        <w:t>一般社団法人四日市青年会議所</w:t>
      </w:r>
    </w:p>
    <w:p w14:paraId="10095F65" w14:textId="40BE87EC" w:rsidR="00461630" w:rsidRPr="0027405A" w:rsidRDefault="00461630" w:rsidP="00461630">
      <w:pPr>
        <w:ind w:left="851" w:firstLine="851"/>
        <w:rPr>
          <w:lang w:eastAsia="zh-TW"/>
        </w:rPr>
      </w:pPr>
      <w:r w:rsidRPr="0027405A">
        <w:rPr>
          <w:rFonts w:hint="eastAsia"/>
          <w:spacing w:val="35"/>
          <w:kern w:val="0"/>
          <w:fitText w:val="1050" w:id="-881506813"/>
          <w:lang w:eastAsia="zh-TW"/>
        </w:rPr>
        <w:t>納入期</w:t>
      </w:r>
      <w:r w:rsidRPr="0027405A">
        <w:rPr>
          <w:rFonts w:hint="eastAsia"/>
          <w:kern w:val="0"/>
          <w:fitText w:val="1050" w:id="-881506813"/>
          <w:lang w:eastAsia="zh-TW"/>
        </w:rPr>
        <w:t>限</w:t>
      </w:r>
      <w:r w:rsidRPr="0027405A">
        <w:rPr>
          <w:rFonts w:hint="eastAsia"/>
          <w:lang w:eastAsia="zh-TW"/>
        </w:rPr>
        <w:t xml:space="preserve">　</w:t>
      </w:r>
      <w:r w:rsidRPr="0027405A">
        <w:rPr>
          <w:lang w:eastAsia="zh-TW"/>
        </w:rPr>
        <w:t xml:space="preserve">  </w:t>
      </w:r>
      <w:r w:rsidRPr="0027405A">
        <w:rPr>
          <w:lang w:eastAsia="zh-TW"/>
        </w:rPr>
        <w:tab/>
        <w:t>202</w:t>
      </w:r>
      <w:r w:rsidR="00AF4708" w:rsidRPr="0027405A">
        <w:rPr>
          <w:rFonts w:hint="eastAsia"/>
        </w:rPr>
        <w:t>5</w:t>
      </w:r>
      <w:r w:rsidRPr="0027405A">
        <w:rPr>
          <w:rFonts w:hint="eastAsia"/>
          <w:lang w:eastAsia="zh-TW"/>
        </w:rPr>
        <w:t xml:space="preserve">年　</w:t>
      </w:r>
      <w:r w:rsidRPr="0027405A">
        <w:rPr>
          <w:lang w:eastAsia="zh-TW"/>
        </w:rPr>
        <w:t>2</w:t>
      </w:r>
      <w:r w:rsidRPr="0027405A">
        <w:rPr>
          <w:rFonts w:hint="eastAsia"/>
          <w:lang w:eastAsia="zh-TW"/>
        </w:rPr>
        <w:t xml:space="preserve">月　</w:t>
      </w:r>
      <w:r w:rsidRPr="0027405A">
        <w:rPr>
          <w:lang w:eastAsia="zh-TW"/>
        </w:rPr>
        <w:t>28</w:t>
      </w:r>
      <w:r w:rsidRPr="0027405A">
        <w:rPr>
          <w:rFonts w:hint="eastAsia"/>
          <w:lang w:eastAsia="zh-TW"/>
        </w:rPr>
        <w:t>日（金）</w:t>
      </w:r>
    </w:p>
    <w:p w14:paraId="529D4F20" w14:textId="77777777" w:rsidR="00461630" w:rsidRPr="0027405A" w:rsidRDefault="00461630" w:rsidP="00461630">
      <w:pPr>
        <w:ind w:left="851" w:firstLine="851"/>
        <w:rPr>
          <w:rFonts w:eastAsiaTheme="minorEastAsia"/>
          <w:lang w:eastAsia="zh-TW"/>
        </w:rPr>
      </w:pPr>
      <w:r w:rsidRPr="0027405A">
        <w:rPr>
          <w:rFonts w:hint="eastAsia"/>
          <w:kern w:val="0"/>
          <w:lang w:eastAsia="zh-TW"/>
        </w:rPr>
        <w:t>連　絡　先</w:t>
      </w:r>
      <w:r w:rsidRPr="0027405A">
        <w:rPr>
          <w:rFonts w:hint="eastAsia"/>
          <w:lang w:eastAsia="zh-TW"/>
        </w:rPr>
        <w:t xml:space="preserve">　　</w:t>
      </w:r>
      <w:r w:rsidRPr="0027405A">
        <w:rPr>
          <w:rFonts w:eastAsia="PMingLiU"/>
          <w:lang w:eastAsia="zh-TW"/>
        </w:rPr>
        <w:tab/>
      </w:r>
      <w:r w:rsidRPr="0027405A">
        <w:rPr>
          <w:rFonts w:asciiTheme="minorEastAsia" w:eastAsiaTheme="minorEastAsia" w:hAnsiTheme="minorEastAsia" w:hint="eastAsia"/>
          <w:lang w:eastAsia="zh-TW"/>
        </w:rPr>
        <w:t xml:space="preserve">財務委員長　中島和人　</w:t>
      </w:r>
      <w:r w:rsidRPr="0027405A">
        <w:rPr>
          <w:lang w:eastAsia="zh-TW"/>
        </w:rPr>
        <w:t>090-8071-8186</w:t>
      </w:r>
      <w:r w:rsidRPr="0027405A">
        <w:rPr>
          <w:rFonts w:hint="eastAsia"/>
          <w:lang w:eastAsia="zh-TW"/>
        </w:rPr>
        <w:t xml:space="preserve">　</w:t>
      </w:r>
    </w:p>
    <w:p w14:paraId="77F1699F" w14:textId="77777777" w:rsidR="00461630" w:rsidRPr="0027405A" w:rsidRDefault="00461630" w:rsidP="00461630">
      <w:r w:rsidRPr="0027405A">
        <w:rPr>
          <w:rFonts w:hint="eastAsia"/>
          <w:lang w:eastAsia="zh-TW"/>
        </w:rPr>
        <w:t xml:space="preserve">　</w:t>
      </w:r>
      <w:r w:rsidRPr="0027405A">
        <w:rPr>
          <w:rFonts w:hint="eastAsia"/>
        </w:rPr>
        <w:t>（注）</w:t>
      </w:r>
    </w:p>
    <w:p w14:paraId="036DE14A" w14:textId="1A31891C" w:rsidR="00461630" w:rsidRPr="0027405A" w:rsidRDefault="00461630" w:rsidP="00461630">
      <w:pPr>
        <w:ind w:firstLine="420"/>
      </w:pPr>
      <w:r w:rsidRPr="0027405A">
        <w:rPr>
          <w:rFonts w:hint="eastAsia"/>
        </w:rPr>
        <w:t>※振込み手数料はご負担くださいますようお願い申し上げます。</w:t>
      </w:r>
    </w:p>
    <w:p w14:paraId="7D894B9E" w14:textId="77777777" w:rsidR="00AF4708" w:rsidRPr="0027405A" w:rsidRDefault="00AF4708" w:rsidP="00461630">
      <w:pPr>
        <w:ind w:firstLineChars="200" w:firstLine="420"/>
      </w:pPr>
      <w:r w:rsidRPr="0027405A">
        <w:rPr>
          <w:rFonts w:ascii="ＭＳ 明朝" w:hAnsi="ＭＳ 明朝" w:cs="ＭＳ 明朝" w:hint="eastAsia"/>
        </w:rPr>
        <w:t>※</w:t>
      </w:r>
      <w:r w:rsidRPr="0027405A">
        <w:t>ダイナーズカードでお支払いご希望の方は財務委員長までご連絡ください。</w:t>
      </w:r>
    </w:p>
    <w:p w14:paraId="2C5C8C3B" w14:textId="1BE6BA64" w:rsidR="00461630" w:rsidRPr="0027405A" w:rsidRDefault="00461630" w:rsidP="00461630">
      <w:pPr>
        <w:ind w:firstLineChars="200" w:firstLine="420"/>
      </w:pPr>
      <w:r w:rsidRPr="0027405A">
        <w:rPr>
          <w:rFonts w:hint="eastAsia"/>
        </w:rPr>
        <w:t>※年会費は消費税の対象外のため仕入れ税額控除はできませんので、ご了承ください。</w:t>
      </w:r>
    </w:p>
    <w:p w14:paraId="757C7A3D" w14:textId="77777777" w:rsidR="00461630" w:rsidRPr="0027405A" w:rsidRDefault="00461630" w:rsidP="00461630">
      <w:pPr>
        <w:ind w:firstLineChars="200" w:firstLine="420"/>
      </w:pPr>
      <w:r w:rsidRPr="0027405A">
        <w:rPr>
          <w:rFonts w:hint="eastAsia"/>
        </w:rPr>
        <w:t>※納入が遅れる場合は、納入日の事前連絡をお願いいたします。</w:t>
      </w:r>
    </w:p>
    <w:p w14:paraId="436A68F3" w14:textId="77777777" w:rsidR="00461630" w:rsidRPr="0027405A" w:rsidRDefault="00461630" w:rsidP="00461630"/>
    <w:p w14:paraId="6449169B" w14:textId="77777777" w:rsidR="00461630" w:rsidRPr="0027405A" w:rsidRDefault="00461630" w:rsidP="00461630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7405A">
        <w:rPr>
          <w:rFonts w:asciiTheme="minorEastAsia" w:eastAsiaTheme="minorEastAsia" w:hAnsiTheme="minorEastAsia" w:hint="eastAsia"/>
          <w:sz w:val="22"/>
          <w:szCs w:val="22"/>
        </w:rPr>
        <w:t>以上</w:t>
      </w:r>
    </w:p>
    <w:p w14:paraId="6FBD464C" w14:textId="329BCB17" w:rsidR="009F787D" w:rsidRPr="0027405A" w:rsidRDefault="009F787D" w:rsidP="00461630">
      <w:pPr>
        <w:ind w:left="851" w:firstLine="851"/>
        <w:rPr>
          <w:rFonts w:asciiTheme="minorEastAsia" w:eastAsiaTheme="minorEastAsia" w:hAnsiTheme="minorEastAsia"/>
          <w:sz w:val="22"/>
          <w:szCs w:val="22"/>
        </w:rPr>
      </w:pPr>
    </w:p>
    <w:sectPr w:rsidR="009F787D" w:rsidRPr="002740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46CA5" w14:textId="77777777" w:rsidR="00950326" w:rsidRDefault="00950326" w:rsidP="004F7B4C">
      <w:r>
        <w:separator/>
      </w:r>
    </w:p>
  </w:endnote>
  <w:endnote w:type="continuationSeparator" w:id="0">
    <w:p w14:paraId="62EDC338" w14:textId="77777777" w:rsidR="00950326" w:rsidRDefault="00950326" w:rsidP="004F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8B61D" w14:textId="77777777" w:rsidR="00950326" w:rsidRDefault="00950326" w:rsidP="004F7B4C">
      <w:r>
        <w:separator/>
      </w:r>
    </w:p>
  </w:footnote>
  <w:footnote w:type="continuationSeparator" w:id="0">
    <w:p w14:paraId="7BF0F1AB" w14:textId="77777777" w:rsidR="00950326" w:rsidRDefault="00950326" w:rsidP="004F7B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00"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2B1"/>
    <w:rsid w:val="00033A7D"/>
    <w:rsid w:val="00035C76"/>
    <w:rsid w:val="000466F9"/>
    <w:rsid w:val="000846EA"/>
    <w:rsid w:val="00087F91"/>
    <w:rsid w:val="0009185B"/>
    <w:rsid w:val="000B1D08"/>
    <w:rsid w:val="000B7C6A"/>
    <w:rsid w:val="001156D8"/>
    <w:rsid w:val="00120903"/>
    <w:rsid w:val="001266F8"/>
    <w:rsid w:val="00155530"/>
    <w:rsid w:val="001706A5"/>
    <w:rsid w:val="00180A95"/>
    <w:rsid w:val="00182B61"/>
    <w:rsid w:val="00194442"/>
    <w:rsid w:val="00220103"/>
    <w:rsid w:val="002352D0"/>
    <w:rsid w:val="0027405A"/>
    <w:rsid w:val="00274B6D"/>
    <w:rsid w:val="00293862"/>
    <w:rsid w:val="002A64E1"/>
    <w:rsid w:val="002E7D76"/>
    <w:rsid w:val="0030265A"/>
    <w:rsid w:val="00315863"/>
    <w:rsid w:val="00327D82"/>
    <w:rsid w:val="003356E7"/>
    <w:rsid w:val="0033689C"/>
    <w:rsid w:val="00352949"/>
    <w:rsid w:val="00356BEB"/>
    <w:rsid w:val="00363B67"/>
    <w:rsid w:val="00393577"/>
    <w:rsid w:val="003A12B1"/>
    <w:rsid w:val="003B245C"/>
    <w:rsid w:val="003B37FA"/>
    <w:rsid w:val="003B3EA7"/>
    <w:rsid w:val="003B5C22"/>
    <w:rsid w:val="003C29A1"/>
    <w:rsid w:val="003C2BE5"/>
    <w:rsid w:val="003D4283"/>
    <w:rsid w:val="004026CF"/>
    <w:rsid w:val="0043239E"/>
    <w:rsid w:val="00444419"/>
    <w:rsid w:val="00446FBC"/>
    <w:rsid w:val="00447E5E"/>
    <w:rsid w:val="00461630"/>
    <w:rsid w:val="00462EBA"/>
    <w:rsid w:val="004655B5"/>
    <w:rsid w:val="00470383"/>
    <w:rsid w:val="00472024"/>
    <w:rsid w:val="0049086A"/>
    <w:rsid w:val="004A61AC"/>
    <w:rsid w:val="004B2A4D"/>
    <w:rsid w:val="004C4BE7"/>
    <w:rsid w:val="004D167B"/>
    <w:rsid w:val="004D4E3A"/>
    <w:rsid w:val="004F523C"/>
    <w:rsid w:val="004F7B4C"/>
    <w:rsid w:val="00504585"/>
    <w:rsid w:val="00513BDF"/>
    <w:rsid w:val="005414B9"/>
    <w:rsid w:val="005530F8"/>
    <w:rsid w:val="0057585E"/>
    <w:rsid w:val="005A59FA"/>
    <w:rsid w:val="005C4965"/>
    <w:rsid w:val="00606847"/>
    <w:rsid w:val="00630253"/>
    <w:rsid w:val="00656BBC"/>
    <w:rsid w:val="00672180"/>
    <w:rsid w:val="006A26C2"/>
    <w:rsid w:val="006A551C"/>
    <w:rsid w:val="006A6898"/>
    <w:rsid w:val="006B4DAD"/>
    <w:rsid w:val="006D755C"/>
    <w:rsid w:val="006F4A53"/>
    <w:rsid w:val="00745580"/>
    <w:rsid w:val="00761B0F"/>
    <w:rsid w:val="007779EB"/>
    <w:rsid w:val="007D6A7C"/>
    <w:rsid w:val="007E03CC"/>
    <w:rsid w:val="0081669D"/>
    <w:rsid w:val="0082573A"/>
    <w:rsid w:val="008764B8"/>
    <w:rsid w:val="008D4273"/>
    <w:rsid w:val="00904D42"/>
    <w:rsid w:val="00931718"/>
    <w:rsid w:val="0094331F"/>
    <w:rsid w:val="00943C0C"/>
    <w:rsid w:val="00950326"/>
    <w:rsid w:val="00971C43"/>
    <w:rsid w:val="00971C4B"/>
    <w:rsid w:val="00980810"/>
    <w:rsid w:val="00982798"/>
    <w:rsid w:val="009A2B17"/>
    <w:rsid w:val="009A59B7"/>
    <w:rsid w:val="009D2E67"/>
    <w:rsid w:val="009F787D"/>
    <w:rsid w:val="00A148D4"/>
    <w:rsid w:val="00A3236B"/>
    <w:rsid w:val="00A373E9"/>
    <w:rsid w:val="00A76BAB"/>
    <w:rsid w:val="00AA05FA"/>
    <w:rsid w:val="00AA0FFB"/>
    <w:rsid w:val="00AA5E04"/>
    <w:rsid w:val="00AB3BA4"/>
    <w:rsid w:val="00AD70AC"/>
    <w:rsid w:val="00AF4708"/>
    <w:rsid w:val="00B055B5"/>
    <w:rsid w:val="00B12BC9"/>
    <w:rsid w:val="00B21B83"/>
    <w:rsid w:val="00B74CF5"/>
    <w:rsid w:val="00BF36C7"/>
    <w:rsid w:val="00C022B0"/>
    <w:rsid w:val="00C068F8"/>
    <w:rsid w:val="00C2183E"/>
    <w:rsid w:val="00C361B6"/>
    <w:rsid w:val="00C41BAD"/>
    <w:rsid w:val="00C46DDA"/>
    <w:rsid w:val="00C73530"/>
    <w:rsid w:val="00C916D3"/>
    <w:rsid w:val="00CA7CA3"/>
    <w:rsid w:val="00CB7B17"/>
    <w:rsid w:val="00CC26CD"/>
    <w:rsid w:val="00CD34EB"/>
    <w:rsid w:val="00CE472B"/>
    <w:rsid w:val="00D11ECC"/>
    <w:rsid w:val="00D12713"/>
    <w:rsid w:val="00D21114"/>
    <w:rsid w:val="00D2177D"/>
    <w:rsid w:val="00D303F5"/>
    <w:rsid w:val="00D55A56"/>
    <w:rsid w:val="00D65EC7"/>
    <w:rsid w:val="00D8621D"/>
    <w:rsid w:val="00DB1E5D"/>
    <w:rsid w:val="00DB4D3F"/>
    <w:rsid w:val="00DD51D3"/>
    <w:rsid w:val="00DF5BCE"/>
    <w:rsid w:val="00E0063D"/>
    <w:rsid w:val="00E311CF"/>
    <w:rsid w:val="00E409F0"/>
    <w:rsid w:val="00E915A0"/>
    <w:rsid w:val="00E96730"/>
    <w:rsid w:val="00EB538C"/>
    <w:rsid w:val="00EE7DEB"/>
    <w:rsid w:val="00F23838"/>
    <w:rsid w:val="00F63476"/>
    <w:rsid w:val="00F868FD"/>
    <w:rsid w:val="00FA0E30"/>
    <w:rsid w:val="00FA1CB6"/>
    <w:rsid w:val="00FB1EAB"/>
    <w:rsid w:val="00FB5B05"/>
    <w:rsid w:val="00FC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175629"/>
  <w15:docId w15:val="{16F5E424-EBB0-47D1-87EE-67077645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0B1D08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header"/>
    <w:basedOn w:val="a"/>
    <w:link w:val="a8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4F7B4C"/>
    <w:rPr>
      <w:kern w:val="2"/>
      <w:sz w:val="21"/>
    </w:rPr>
  </w:style>
  <w:style w:type="paragraph" w:styleId="a9">
    <w:name w:val="footer"/>
    <w:basedOn w:val="a"/>
    <w:link w:val="aa"/>
    <w:rsid w:val="004F7B4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4F7B4C"/>
    <w:rPr>
      <w:kern w:val="2"/>
      <w:sz w:val="21"/>
    </w:rPr>
  </w:style>
  <w:style w:type="character" w:customStyle="1" w:styleId="10">
    <w:name w:val="見出し 1 (文字)"/>
    <w:link w:val="1"/>
    <w:rsid w:val="000B1D08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2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\autosal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3D90EA0313D84C9E2D055DA957AA33" ma:contentTypeVersion="8" ma:contentTypeDescription="新しいドキュメントを作成します。" ma:contentTypeScope="" ma:versionID="225623a7aa22f096e353cdb5b70d2093">
  <xsd:schema xmlns:xsd="http://www.w3.org/2001/XMLSchema" xmlns:xs="http://www.w3.org/2001/XMLSchema" xmlns:p="http://schemas.microsoft.com/office/2006/metadata/properties" xmlns:ns2="72a1a268-ca13-4093-8b97-d509e8ce4834" targetNamespace="http://schemas.microsoft.com/office/2006/metadata/properties" ma:root="true" ma:fieldsID="a722d469209e6ca2690ef326bd1aa214" ns2:_="">
    <xsd:import namespace="72a1a268-ca13-4093-8b97-d509e8ce48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1a268-ca13-4093-8b97-d509e8ce4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972E0A-E91F-4E57-B57E-821C0F54E5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1a268-ca13-4093-8b97-d509e8ce48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FEEDC5-9C45-440F-8DDC-118835A805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1C835F-CBCC-4750-B059-0B6AD5A1AB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autosal</Template>
  <TotalTime>75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２００２（社）四青№</vt:lpstr>
      <vt:lpstr>２００２（社）四青№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２００２（社）四青№</dc:title>
  <dc:creator>大谷健輔</dc:creator>
  <cp:lastModifiedBy>中島</cp:lastModifiedBy>
  <cp:revision>44</cp:revision>
  <cp:lastPrinted>2024-11-14T12:06:00Z</cp:lastPrinted>
  <dcterms:created xsi:type="dcterms:W3CDTF">2020-09-02T14:41:00Z</dcterms:created>
  <dcterms:modified xsi:type="dcterms:W3CDTF">2024-12-18T23:05:00Z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0x010100EE3D90EA0313D84C9E2D055DA957AA33</vt:lpwstr>
  </property>
</Properties>
</file>