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84CB27" w14:textId="35CE8CEF" w:rsidR="002A4D06" w:rsidRPr="00AC5DCA" w:rsidRDefault="002A4D06" w:rsidP="002A4D06">
      <w:pPr>
        <w:jc w:val="right"/>
        <w:rPr>
          <w:lang w:eastAsia="zh-TW"/>
        </w:rPr>
      </w:pPr>
      <w:r>
        <w:rPr>
          <w:rFonts w:hint="eastAsia"/>
          <w:lang w:eastAsia="zh-TW"/>
        </w:rPr>
        <w:t>202</w:t>
      </w:r>
      <w:r w:rsidR="00B1341E">
        <w:rPr>
          <w:rFonts w:hint="eastAsia"/>
          <w:lang w:eastAsia="zh-CN"/>
        </w:rPr>
        <w:t>5</w:t>
      </w:r>
      <w:r>
        <w:rPr>
          <w:rFonts w:hint="eastAsia"/>
          <w:lang w:eastAsia="zh-TW"/>
        </w:rPr>
        <w:t>年</w:t>
      </w:r>
      <w:r w:rsidR="00A21080">
        <w:rPr>
          <w:rFonts w:hint="eastAsia"/>
          <w:lang w:eastAsia="zh-CN"/>
        </w:rPr>
        <w:t>12</w:t>
      </w:r>
      <w:r>
        <w:rPr>
          <w:rFonts w:hint="eastAsia"/>
          <w:lang w:eastAsia="zh-TW"/>
        </w:rPr>
        <w:t>月吉日</w:t>
      </w:r>
    </w:p>
    <w:p w14:paraId="1F72561C" w14:textId="3B712A7C" w:rsidR="002A4D06" w:rsidRPr="00AC5DCA" w:rsidRDefault="00B1341E" w:rsidP="002A4D06">
      <w:pPr>
        <w:rPr>
          <w:rFonts w:asciiTheme="minorEastAsia" w:eastAsiaTheme="minorEastAsia" w:hAnsiTheme="minorEastAsia"/>
          <w:lang w:eastAsia="zh-CN"/>
        </w:rPr>
      </w:pPr>
      <w:r>
        <w:rPr>
          <w:rFonts w:asciiTheme="minorEastAsia" w:eastAsiaTheme="minorEastAsia" w:hAnsiTheme="minorEastAsia" w:hint="eastAsia"/>
          <w:lang w:eastAsia="zh-CN"/>
        </w:rPr>
        <w:t>堀木 政夫 様</w:t>
      </w:r>
    </w:p>
    <w:p w14:paraId="005E39D5" w14:textId="77777777" w:rsidR="002A4D06" w:rsidRPr="00AC5DCA" w:rsidRDefault="002A4D06" w:rsidP="002A4D06">
      <w:pPr>
        <w:pStyle w:val="a3"/>
        <w:wordWrap w:val="0"/>
        <w:jc w:val="right"/>
        <w:rPr>
          <w:rFonts w:asciiTheme="minorEastAsia" w:eastAsiaTheme="minorEastAsia" w:hAnsiTheme="minorEastAsia"/>
          <w:lang w:eastAsia="zh-TW"/>
        </w:rPr>
      </w:pPr>
      <w:r w:rsidRPr="00AC5DCA">
        <w:rPr>
          <w:rFonts w:asciiTheme="minorEastAsia" w:eastAsiaTheme="minorEastAsia" w:hAnsiTheme="minorEastAsia" w:hint="eastAsia"/>
          <w:lang w:eastAsia="zh-TW"/>
        </w:rPr>
        <w:t xml:space="preserve">　　　　　　　　　　　　　　　　　一般社団法人四日市青年会議所</w:t>
      </w:r>
    </w:p>
    <w:p w14:paraId="39DD42B2" w14:textId="01A5763C" w:rsidR="002A4D06" w:rsidRPr="00AC5DCA" w:rsidRDefault="00B1341E" w:rsidP="00B1341E">
      <w:pPr>
        <w:wordWrap w:val="0"/>
        <w:ind w:right="210"/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kern w:val="0"/>
        </w:rPr>
        <w:t xml:space="preserve">理事長       </w:t>
      </w:r>
      <w:r>
        <w:rPr>
          <w:rFonts w:asciiTheme="minorEastAsia" w:eastAsiaTheme="minorEastAsia" w:hAnsiTheme="minorEastAsia" w:hint="eastAsia"/>
        </w:rPr>
        <w:t xml:space="preserve">仲野 仁裕 </w:t>
      </w:r>
    </w:p>
    <w:p w14:paraId="785487D8" w14:textId="501BEB94" w:rsidR="002A4D06" w:rsidRDefault="00B1341E" w:rsidP="00B1341E">
      <w:pPr>
        <w:wordWrap w:val="0"/>
        <w:ind w:right="105"/>
        <w:jc w:val="right"/>
        <w:rPr>
          <w:rFonts w:asciiTheme="minorEastAsia" w:eastAsiaTheme="minorEastAsia" w:hAnsiTheme="minorEastAsia"/>
          <w:lang w:eastAsia="zh-TW"/>
        </w:rPr>
      </w:pPr>
      <w:r>
        <w:rPr>
          <w:rFonts w:asciiTheme="minorEastAsia" w:eastAsiaTheme="minorEastAsia" w:hAnsiTheme="minorEastAsia" w:hint="eastAsia"/>
          <w:kern w:val="0"/>
        </w:rPr>
        <w:t>副理事長</w:t>
      </w:r>
      <w:r w:rsidR="002A4D06">
        <w:rPr>
          <w:rFonts w:asciiTheme="minorEastAsia" w:eastAsiaTheme="minorEastAsia" w:hAnsiTheme="minorEastAsia" w:hint="eastAsia"/>
          <w:kern w:val="0"/>
          <w:lang w:eastAsia="zh-TW"/>
        </w:rPr>
        <w:t xml:space="preserve">　</w:t>
      </w:r>
      <w:r>
        <w:rPr>
          <w:rFonts w:asciiTheme="minorEastAsia" w:eastAsiaTheme="minorEastAsia" w:hAnsiTheme="minorEastAsia" w:hint="eastAsia"/>
          <w:kern w:val="0"/>
        </w:rPr>
        <w:t xml:space="preserve">   </w:t>
      </w:r>
      <w:r w:rsidR="002A4D06">
        <w:rPr>
          <w:rFonts w:asciiTheme="minorEastAsia" w:eastAsiaTheme="minorEastAsia" w:hAnsiTheme="minorEastAsia" w:hint="eastAsia"/>
          <w:lang w:eastAsia="zh-TW"/>
        </w:rPr>
        <w:t>田中</w:t>
      </w:r>
      <w:r>
        <w:rPr>
          <w:rFonts w:asciiTheme="minorEastAsia" w:eastAsiaTheme="minorEastAsia" w:hAnsiTheme="minorEastAsia" w:hint="eastAsia"/>
        </w:rPr>
        <w:t xml:space="preserve"> </w:t>
      </w:r>
      <w:r w:rsidR="002A4D06">
        <w:rPr>
          <w:rFonts w:asciiTheme="minorEastAsia" w:eastAsiaTheme="minorEastAsia" w:hAnsiTheme="minorEastAsia" w:hint="eastAsia"/>
          <w:lang w:eastAsia="zh-TW"/>
        </w:rPr>
        <w:t>俊太朗</w:t>
      </w:r>
    </w:p>
    <w:p w14:paraId="344CB344" w14:textId="43B58A67" w:rsidR="004F051E" w:rsidRPr="00B1341E" w:rsidRDefault="00B1341E" w:rsidP="00B1341E">
      <w:pPr>
        <w:wordWrap w:val="0"/>
        <w:ind w:right="315"/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kern w:val="0"/>
        </w:rPr>
        <w:t xml:space="preserve">財務委員長 </w:t>
      </w:r>
      <w:r w:rsidR="002A4D06">
        <w:rPr>
          <w:rFonts w:asciiTheme="minorEastAsia" w:eastAsiaTheme="minorEastAsia" w:hAnsiTheme="minorEastAsia" w:hint="eastAsia"/>
          <w:kern w:val="0"/>
          <w:lang w:eastAsia="zh-TW"/>
        </w:rPr>
        <w:t xml:space="preserve">　</w:t>
      </w:r>
      <w:r>
        <w:rPr>
          <w:rFonts w:asciiTheme="minorEastAsia" w:eastAsiaTheme="minorEastAsia" w:hAnsiTheme="minorEastAsia" w:hint="eastAsia"/>
        </w:rPr>
        <w:t>中島 和人</w:t>
      </w:r>
    </w:p>
    <w:p w14:paraId="56B5C01C" w14:textId="77777777" w:rsidR="002A4D06" w:rsidRDefault="002A4D06" w:rsidP="002A4D06">
      <w:pPr>
        <w:jc w:val="right"/>
        <w:rPr>
          <w:rFonts w:asciiTheme="minorEastAsia" w:eastAsiaTheme="minorEastAsia" w:hAnsiTheme="minorEastAsia"/>
        </w:rPr>
      </w:pPr>
    </w:p>
    <w:p w14:paraId="03043016" w14:textId="0FEDE3E6" w:rsidR="003A12B1" w:rsidRPr="00AC5DCA" w:rsidRDefault="00D71B97" w:rsidP="004F051E">
      <w:pPr>
        <w:jc w:val="center"/>
        <w:rPr>
          <w:rFonts w:asciiTheme="minorEastAsia" w:eastAsiaTheme="minorEastAsia" w:hAnsiTheme="minorEastAsia"/>
          <w:sz w:val="28"/>
          <w:szCs w:val="28"/>
          <w:u w:val="single"/>
        </w:rPr>
      </w:pPr>
      <w:r>
        <w:rPr>
          <w:rFonts w:asciiTheme="minorEastAsia" w:eastAsiaTheme="minorEastAsia" w:hAnsiTheme="minorEastAsia" w:hint="eastAsia"/>
          <w:sz w:val="28"/>
          <w:szCs w:val="28"/>
          <w:u w:val="single"/>
        </w:rPr>
        <w:t>四日市ＪＣシニアクラブ</w:t>
      </w:r>
      <w:r w:rsidR="00F80731">
        <w:rPr>
          <w:rFonts w:asciiTheme="minorEastAsia" w:eastAsiaTheme="minorEastAsia" w:hAnsiTheme="minorEastAsia" w:hint="eastAsia"/>
          <w:sz w:val="28"/>
          <w:szCs w:val="28"/>
          <w:u w:val="single"/>
        </w:rPr>
        <w:t>会費</w:t>
      </w:r>
      <w:r w:rsidR="0049086A" w:rsidRPr="00AC5DCA">
        <w:rPr>
          <w:rFonts w:asciiTheme="minorEastAsia" w:eastAsiaTheme="minorEastAsia" w:hAnsiTheme="minorEastAsia" w:hint="eastAsia"/>
          <w:sz w:val="28"/>
          <w:szCs w:val="28"/>
          <w:u w:val="single"/>
        </w:rPr>
        <w:t>納入のご案内</w:t>
      </w:r>
    </w:p>
    <w:p w14:paraId="52B57529" w14:textId="77777777" w:rsidR="001266F8" w:rsidRPr="00AC5DCA" w:rsidRDefault="001266F8" w:rsidP="001266F8"/>
    <w:p w14:paraId="42FA436B" w14:textId="4D69F083" w:rsidR="00D23FF6" w:rsidRPr="00AC5DCA" w:rsidRDefault="00417FAF" w:rsidP="00417FAF">
      <w:pPr>
        <w:pStyle w:val="a4"/>
        <w:rPr>
          <w:rFonts w:asciiTheme="minorEastAsia" w:eastAsiaTheme="minorEastAsia" w:hAnsiTheme="minorEastAsia"/>
        </w:rPr>
      </w:pPr>
      <w:r w:rsidRPr="00AC5DCA">
        <w:rPr>
          <w:rFonts w:asciiTheme="minorEastAsia" w:eastAsiaTheme="minorEastAsia" w:hAnsiTheme="minorEastAsia" w:hint="eastAsia"/>
        </w:rPr>
        <w:t xml:space="preserve">拝啓　</w:t>
      </w:r>
      <w:r w:rsidR="00B1341E">
        <w:rPr>
          <w:rFonts w:asciiTheme="minorEastAsia" w:eastAsiaTheme="minorEastAsia" w:hAnsiTheme="minorEastAsia" w:hint="eastAsia"/>
        </w:rPr>
        <w:t>晩夏</w:t>
      </w:r>
      <w:r w:rsidR="00AC5DCA" w:rsidRPr="00AC5DCA">
        <w:rPr>
          <w:rFonts w:asciiTheme="minorEastAsia" w:eastAsiaTheme="minorEastAsia" w:hAnsiTheme="minorEastAsia" w:hint="eastAsia"/>
        </w:rPr>
        <w:t>の候</w:t>
      </w:r>
      <w:r w:rsidRPr="00AC5DCA">
        <w:rPr>
          <w:rFonts w:asciiTheme="minorEastAsia" w:eastAsiaTheme="minorEastAsia" w:hAnsiTheme="minorEastAsia" w:hint="eastAsia"/>
        </w:rPr>
        <w:t>ますます御健勝のこととお慶び申し上げます。</w:t>
      </w:r>
    </w:p>
    <w:p w14:paraId="30D070A7" w14:textId="646F3CB3" w:rsidR="00417FAF" w:rsidRPr="00AC5DCA" w:rsidRDefault="00417FAF" w:rsidP="00417FAF">
      <w:pPr>
        <w:pStyle w:val="a4"/>
        <w:rPr>
          <w:rFonts w:asciiTheme="minorEastAsia" w:eastAsiaTheme="minorEastAsia" w:hAnsiTheme="minorEastAsia"/>
        </w:rPr>
      </w:pPr>
      <w:r w:rsidRPr="00AC5DCA">
        <w:rPr>
          <w:rFonts w:asciiTheme="minorEastAsia" w:eastAsiaTheme="minorEastAsia" w:hAnsiTheme="minorEastAsia" w:hint="eastAsia"/>
        </w:rPr>
        <w:t>平素は明るい豊かな社会の実現に向けて、青年会議所運動に</w:t>
      </w:r>
      <w:r w:rsidR="004B1544" w:rsidRPr="004B1544">
        <w:rPr>
          <w:rFonts w:asciiTheme="minorEastAsia" w:eastAsiaTheme="minorEastAsia" w:hAnsiTheme="minorEastAsia" w:hint="eastAsia"/>
          <w:color w:val="EE0000"/>
        </w:rPr>
        <w:t>ご理解、ご協力</w:t>
      </w:r>
      <w:r w:rsidRPr="00AC5DCA">
        <w:rPr>
          <w:rFonts w:asciiTheme="minorEastAsia" w:eastAsiaTheme="minorEastAsia" w:hAnsiTheme="minorEastAsia" w:hint="eastAsia"/>
        </w:rPr>
        <w:t>を賜り、誠にありがとうございます。</w:t>
      </w:r>
    </w:p>
    <w:p w14:paraId="477E8438" w14:textId="5FED84CD" w:rsidR="006B4DAD" w:rsidRPr="00AC5DCA" w:rsidRDefault="00417FAF" w:rsidP="006B4DAD">
      <w:pPr>
        <w:pStyle w:val="a4"/>
        <w:rPr>
          <w:rFonts w:asciiTheme="minorEastAsia" w:eastAsiaTheme="minorEastAsia" w:hAnsiTheme="minorEastAsia"/>
        </w:rPr>
      </w:pPr>
      <w:r w:rsidRPr="00AC5DCA">
        <w:rPr>
          <w:rFonts w:asciiTheme="minorEastAsia" w:eastAsiaTheme="minorEastAsia" w:hAnsiTheme="minorEastAsia" w:hint="eastAsia"/>
        </w:rPr>
        <w:t xml:space="preserve">　この度は、四日市青年会議所</w:t>
      </w:r>
      <w:r w:rsidR="00D71B97">
        <w:rPr>
          <w:rFonts w:asciiTheme="minorEastAsia" w:eastAsiaTheme="minorEastAsia" w:hAnsiTheme="minorEastAsia" w:hint="eastAsia"/>
        </w:rPr>
        <w:t>ご卒業</w:t>
      </w:r>
      <w:r w:rsidRPr="00AC5DCA">
        <w:rPr>
          <w:rFonts w:asciiTheme="minorEastAsia" w:eastAsiaTheme="minorEastAsia" w:hAnsiTheme="minorEastAsia" w:hint="eastAsia"/>
        </w:rPr>
        <w:t>おめでとうございます。早速ではございますが、</w:t>
      </w:r>
      <w:r w:rsidR="00D71B97">
        <w:rPr>
          <w:rFonts w:asciiTheme="minorEastAsia" w:eastAsiaTheme="minorEastAsia" w:hAnsiTheme="minorEastAsia" w:hint="eastAsia"/>
        </w:rPr>
        <w:t>四日市ＪＣシニアクラブ</w:t>
      </w:r>
      <w:r w:rsidR="00F80731">
        <w:rPr>
          <w:rFonts w:asciiTheme="minorEastAsia" w:eastAsiaTheme="minorEastAsia" w:hAnsiTheme="minorEastAsia" w:hint="eastAsia"/>
        </w:rPr>
        <w:t>会費</w:t>
      </w:r>
      <w:r w:rsidRPr="00AC5DCA">
        <w:rPr>
          <w:rFonts w:asciiTheme="minorEastAsia" w:eastAsiaTheme="minorEastAsia" w:hAnsiTheme="minorEastAsia" w:hint="eastAsia"/>
        </w:rPr>
        <w:t>納入についてご案内いたします。下記の通りご請求申し上げますので、</w:t>
      </w:r>
      <w:r w:rsidR="00D73372" w:rsidRPr="00D73372">
        <w:rPr>
          <w:rFonts w:asciiTheme="minorEastAsia" w:eastAsiaTheme="minorEastAsia" w:hAnsiTheme="minorEastAsia" w:hint="eastAsia"/>
        </w:rPr>
        <w:t>お忙しい中大変恐縮ではありますが、</w:t>
      </w:r>
      <w:r w:rsidRPr="00AC5DCA">
        <w:rPr>
          <w:rFonts w:asciiTheme="minorEastAsia" w:eastAsiaTheme="minorEastAsia" w:hAnsiTheme="minorEastAsia" w:hint="eastAsia"/>
        </w:rPr>
        <w:t>お振込みをお願い申し上げます。</w:t>
      </w:r>
    </w:p>
    <w:p w14:paraId="5BA3321B" w14:textId="77777777" w:rsidR="006B4DAD" w:rsidRPr="00AC5DCA" w:rsidRDefault="006B4DAD" w:rsidP="006B4DAD">
      <w:pPr>
        <w:pStyle w:val="a5"/>
        <w:rPr>
          <w:rFonts w:asciiTheme="minorEastAsia" w:eastAsiaTheme="minorEastAsia" w:hAnsiTheme="minorEastAsia"/>
          <w:lang w:eastAsia="zh-TW"/>
        </w:rPr>
      </w:pPr>
      <w:r w:rsidRPr="00AC5DCA">
        <w:rPr>
          <w:rFonts w:asciiTheme="minorEastAsia" w:eastAsiaTheme="minorEastAsia" w:hAnsiTheme="minorEastAsia" w:hint="eastAsia"/>
          <w:lang w:eastAsia="zh-TW"/>
        </w:rPr>
        <w:t>敬具</w:t>
      </w:r>
    </w:p>
    <w:p w14:paraId="1EC626E1" w14:textId="77777777" w:rsidR="001266F8" w:rsidRPr="00AC5DCA" w:rsidRDefault="006B4DAD" w:rsidP="006B4DAD">
      <w:pPr>
        <w:rPr>
          <w:rFonts w:asciiTheme="minorEastAsia" w:eastAsiaTheme="minorEastAsia" w:hAnsiTheme="minorEastAsia"/>
          <w:lang w:eastAsia="zh-TW"/>
        </w:rPr>
      </w:pPr>
      <w:r w:rsidRPr="00AC5DCA">
        <w:rPr>
          <w:rFonts w:asciiTheme="minorEastAsia" w:eastAsiaTheme="minorEastAsia" w:hAnsiTheme="minorEastAsia" w:hint="eastAsia"/>
          <w:lang w:eastAsia="zh-TW"/>
        </w:rPr>
        <w:t xml:space="preserve">　</w:t>
      </w:r>
    </w:p>
    <w:p w14:paraId="32CE3CE3" w14:textId="77777777" w:rsidR="003A12B1" w:rsidRPr="00AC5DCA" w:rsidRDefault="0049086A">
      <w:pPr>
        <w:pStyle w:val="a6"/>
        <w:rPr>
          <w:rFonts w:asciiTheme="minorEastAsia" w:eastAsiaTheme="minorEastAsia" w:hAnsiTheme="minorEastAsia"/>
          <w:sz w:val="22"/>
          <w:szCs w:val="22"/>
          <w:lang w:eastAsia="zh-TW"/>
        </w:rPr>
      </w:pPr>
      <w:r w:rsidRPr="00AC5DCA">
        <w:rPr>
          <w:rFonts w:asciiTheme="minorEastAsia" w:eastAsiaTheme="minorEastAsia" w:hAnsiTheme="minorEastAsia" w:hint="eastAsia"/>
          <w:sz w:val="22"/>
          <w:szCs w:val="22"/>
          <w:lang w:eastAsia="zh-TW"/>
        </w:rPr>
        <w:t>記</w:t>
      </w:r>
    </w:p>
    <w:p w14:paraId="2D029E51" w14:textId="77777777" w:rsidR="00C85461" w:rsidRPr="00AC5DCA" w:rsidRDefault="00C85461" w:rsidP="003D4283">
      <w:pPr>
        <w:jc w:val="center"/>
        <w:rPr>
          <w:rFonts w:asciiTheme="minorEastAsia" w:eastAsia="PMingLiU" w:hAnsiTheme="minorEastAsia"/>
          <w:sz w:val="22"/>
          <w:szCs w:val="22"/>
          <w:lang w:eastAsia="zh-TW"/>
        </w:rPr>
      </w:pPr>
    </w:p>
    <w:p w14:paraId="0E401F57" w14:textId="351F8F41" w:rsidR="008F4F39" w:rsidRPr="002A4D06" w:rsidRDefault="00AF4CF3" w:rsidP="00D71B97">
      <w:pPr>
        <w:ind w:firstLineChars="850" w:firstLine="1785"/>
        <w:rPr>
          <w:rFonts w:eastAsia="PMingLiU"/>
          <w:spacing w:val="735"/>
          <w:kern w:val="0"/>
          <w:lang w:eastAsia="zh-TW"/>
        </w:rPr>
      </w:pPr>
      <w:r w:rsidRPr="002A4D06">
        <w:rPr>
          <w:rFonts w:hint="eastAsia"/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550ED2" wp14:editId="01266EA7">
                <wp:simplePos x="0" y="0"/>
                <wp:positionH relativeFrom="column">
                  <wp:posOffset>1167764</wp:posOffset>
                </wp:positionH>
                <wp:positionV relativeFrom="paragraph">
                  <wp:posOffset>187325</wp:posOffset>
                </wp:positionV>
                <wp:extent cx="2466975" cy="0"/>
                <wp:effectExtent l="0" t="0" r="0" b="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669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B979F2" id="直線コネクタ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1.95pt,14.75pt" to="286.2pt,1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" strokecolor="black [3213]"/>
            </w:pict>
          </mc:Fallback>
        </mc:AlternateContent>
      </w:r>
      <w:r w:rsidR="00633C07" w:rsidRPr="002A4D06">
        <w:rPr>
          <w:rFonts w:hint="eastAsia"/>
          <w:lang w:eastAsia="zh-TW"/>
        </w:rPr>
        <w:t xml:space="preserve">　　</w:t>
      </w:r>
      <w:r w:rsidR="00C85461" w:rsidRPr="002A4D06">
        <w:rPr>
          <w:rFonts w:hint="eastAsia"/>
          <w:spacing w:val="117"/>
          <w:kern w:val="0"/>
          <w:fitText w:val="1100" w:id="1683642880"/>
          <w:lang w:eastAsia="zh-TW"/>
        </w:rPr>
        <w:t>入会</w:t>
      </w:r>
      <w:r w:rsidR="00C85461" w:rsidRPr="002A4D06">
        <w:rPr>
          <w:rFonts w:hint="eastAsia"/>
          <w:spacing w:val="1"/>
          <w:kern w:val="0"/>
          <w:fitText w:val="1100" w:id="1683642880"/>
          <w:lang w:eastAsia="zh-TW"/>
        </w:rPr>
        <w:t>金</w:t>
      </w:r>
      <w:r w:rsidR="00C85461" w:rsidRPr="002A4D06">
        <w:rPr>
          <w:rFonts w:hint="eastAsia"/>
          <w:kern w:val="0"/>
          <w:lang w:eastAsia="zh-TW"/>
        </w:rPr>
        <w:t xml:space="preserve">　　</w:t>
      </w:r>
      <w:r w:rsidR="002A4D06" w:rsidRPr="002A4D06">
        <w:rPr>
          <w:rFonts w:hint="eastAsia"/>
          <w:kern w:val="0"/>
          <w:lang w:eastAsia="zh-CN"/>
        </w:rPr>
        <w:t>120,000</w:t>
      </w:r>
      <w:r w:rsidR="00633C07" w:rsidRPr="002A4D06">
        <w:rPr>
          <w:rFonts w:hint="eastAsia"/>
          <w:spacing w:val="735"/>
          <w:kern w:val="0"/>
          <w:fitText w:val="1680" w:id="-1679129344"/>
          <w:lang w:eastAsia="zh-TW"/>
        </w:rPr>
        <w:t>円</w:t>
      </w:r>
    </w:p>
    <w:p w14:paraId="777A7146" w14:textId="77777777" w:rsidR="00D71B97" w:rsidRPr="00D71B97" w:rsidRDefault="00D71B97" w:rsidP="00D71B97">
      <w:pPr>
        <w:ind w:firstLineChars="850" w:firstLine="1785"/>
        <w:rPr>
          <w:rFonts w:eastAsia="PMingLiU"/>
          <w:lang w:eastAsia="zh-TW"/>
        </w:rPr>
      </w:pPr>
    </w:p>
    <w:p w14:paraId="4CFF162F" w14:textId="77777777" w:rsidR="003D4283" w:rsidRDefault="0049086A" w:rsidP="004C4BE7">
      <w:pPr>
        <w:ind w:firstLineChars="500" w:firstLine="2220"/>
        <w:rPr>
          <w:lang w:eastAsia="zh-TW"/>
        </w:rPr>
      </w:pPr>
      <w:r w:rsidRPr="00AF4CF3">
        <w:rPr>
          <w:rFonts w:hint="eastAsia"/>
          <w:spacing w:val="117"/>
          <w:kern w:val="0"/>
          <w:fitText w:val="1100" w:id="1225792257"/>
          <w:lang w:eastAsia="zh-TW"/>
        </w:rPr>
        <w:t>振込</w:t>
      </w:r>
      <w:r w:rsidRPr="00AF4CF3">
        <w:rPr>
          <w:rFonts w:hint="eastAsia"/>
          <w:spacing w:val="1"/>
          <w:kern w:val="0"/>
          <w:fitText w:val="1100" w:id="1225792257"/>
          <w:lang w:eastAsia="zh-TW"/>
        </w:rPr>
        <w:t>先</w:t>
      </w:r>
      <w:r w:rsidR="003D4283">
        <w:rPr>
          <w:rFonts w:hint="eastAsia"/>
          <w:lang w:eastAsia="zh-TW"/>
        </w:rPr>
        <w:t xml:space="preserve">　</w:t>
      </w:r>
      <w:r w:rsidR="003D4283">
        <w:rPr>
          <w:rFonts w:hint="eastAsia"/>
          <w:lang w:eastAsia="zh-TW"/>
        </w:rPr>
        <w:t xml:space="preserve">  </w:t>
      </w:r>
      <w:r w:rsidRPr="006B4DAD">
        <w:rPr>
          <w:rFonts w:hint="eastAsia"/>
          <w:lang w:eastAsia="zh-TW"/>
        </w:rPr>
        <w:t>北伊勢上野信用金庫　本店営業部</w:t>
      </w:r>
    </w:p>
    <w:p w14:paraId="7102F126" w14:textId="4E725A99" w:rsidR="003D4283" w:rsidRPr="006B4DAD" w:rsidRDefault="0049086A" w:rsidP="001266F8">
      <w:pPr>
        <w:ind w:firstLineChars="1800" w:firstLine="3780"/>
        <w:jc w:val="left"/>
        <w:rPr>
          <w:lang w:eastAsia="zh-TW"/>
        </w:rPr>
      </w:pPr>
      <w:r w:rsidRPr="003D4283">
        <w:rPr>
          <w:rFonts w:hint="eastAsia"/>
          <w:kern w:val="0"/>
          <w:lang w:eastAsia="zh-TW"/>
        </w:rPr>
        <w:t>普通預金</w:t>
      </w:r>
      <w:r w:rsidR="003D4283">
        <w:rPr>
          <w:rFonts w:hint="eastAsia"/>
          <w:kern w:val="0"/>
          <w:lang w:eastAsia="zh-TW"/>
        </w:rPr>
        <w:t xml:space="preserve">    </w:t>
      </w:r>
      <w:r w:rsidR="00483C45">
        <w:rPr>
          <w:rFonts w:hint="eastAsia"/>
          <w:kern w:val="0"/>
          <w:lang w:eastAsia="zh-CN"/>
        </w:rPr>
        <w:t>1271439</w:t>
      </w:r>
    </w:p>
    <w:p w14:paraId="18EA241C" w14:textId="77777777" w:rsidR="003D4283" w:rsidRPr="006B4DAD" w:rsidRDefault="0049086A" w:rsidP="001266F8">
      <w:pPr>
        <w:ind w:firstLineChars="750" w:firstLine="2220"/>
        <w:rPr>
          <w:lang w:eastAsia="zh-TW"/>
        </w:rPr>
      </w:pPr>
      <w:r w:rsidRPr="003D4283">
        <w:rPr>
          <w:rFonts w:hint="eastAsia"/>
          <w:spacing w:val="43"/>
          <w:kern w:val="0"/>
          <w:fitText w:val="1100" w:id="1225792000"/>
          <w:lang w:eastAsia="zh-TW"/>
        </w:rPr>
        <w:t>口座名</w:t>
      </w:r>
      <w:r w:rsidRPr="003D4283">
        <w:rPr>
          <w:rFonts w:hint="eastAsia"/>
          <w:spacing w:val="1"/>
          <w:kern w:val="0"/>
          <w:fitText w:val="1100" w:id="1225792000"/>
          <w:lang w:eastAsia="zh-TW"/>
        </w:rPr>
        <w:t>義</w:t>
      </w:r>
      <w:r w:rsidRPr="006B4DAD">
        <w:rPr>
          <w:rFonts w:hint="eastAsia"/>
          <w:lang w:eastAsia="zh-TW"/>
        </w:rPr>
        <w:t xml:space="preserve">　</w:t>
      </w:r>
      <w:r w:rsidR="003D4283">
        <w:rPr>
          <w:rFonts w:hint="eastAsia"/>
          <w:lang w:eastAsia="zh-TW"/>
        </w:rPr>
        <w:t xml:space="preserve">  </w:t>
      </w:r>
      <w:r w:rsidRPr="006B4DAD">
        <w:rPr>
          <w:rFonts w:hint="eastAsia"/>
          <w:lang w:eastAsia="zh-TW"/>
        </w:rPr>
        <w:t>一般</w:t>
      </w:r>
      <w:r w:rsidR="00182B61" w:rsidRPr="006B4DAD">
        <w:rPr>
          <w:rFonts w:hint="eastAsia"/>
          <w:lang w:eastAsia="zh-TW"/>
        </w:rPr>
        <w:t>社団法人</w:t>
      </w:r>
      <w:r w:rsidRPr="006B4DAD">
        <w:rPr>
          <w:rFonts w:hint="eastAsia"/>
          <w:lang w:eastAsia="zh-TW"/>
        </w:rPr>
        <w:t>四日市青年会議所</w:t>
      </w:r>
    </w:p>
    <w:p w14:paraId="69780FD3" w14:textId="536F8DFD" w:rsidR="003A12B1" w:rsidRPr="00591344" w:rsidRDefault="0049086A" w:rsidP="004D4E3A">
      <w:pPr>
        <w:ind w:firstLineChars="750" w:firstLine="2226"/>
        <w:rPr>
          <w:b/>
          <w:bCs/>
          <w:lang w:eastAsia="zh-TW"/>
        </w:rPr>
      </w:pPr>
      <w:r w:rsidRPr="00591344">
        <w:rPr>
          <w:rFonts w:hint="eastAsia"/>
          <w:b/>
          <w:bCs/>
          <w:spacing w:val="43"/>
          <w:kern w:val="0"/>
          <w:fitText w:val="1100" w:id="1225792512"/>
          <w:lang w:eastAsia="zh-TW"/>
        </w:rPr>
        <w:t>納入期</w:t>
      </w:r>
      <w:r w:rsidRPr="00591344">
        <w:rPr>
          <w:rFonts w:hint="eastAsia"/>
          <w:b/>
          <w:bCs/>
          <w:spacing w:val="1"/>
          <w:kern w:val="0"/>
          <w:fitText w:val="1100" w:id="1225792512"/>
          <w:lang w:eastAsia="zh-TW"/>
        </w:rPr>
        <w:t>限</w:t>
      </w:r>
      <w:r w:rsidR="00B21B83" w:rsidRPr="00591344">
        <w:rPr>
          <w:rFonts w:hint="eastAsia"/>
          <w:b/>
          <w:bCs/>
          <w:lang w:eastAsia="zh-TW"/>
        </w:rPr>
        <w:t xml:space="preserve">　</w:t>
      </w:r>
      <w:r w:rsidR="003D4283" w:rsidRPr="00591344">
        <w:rPr>
          <w:rFonts w:hint="eastAsia"/>
          <w:b/>
          <w:bCs/>
          <w:lang w:eastAsia="zh-TW"/>
        </w:rPr>
        <w:t xml:space="preserve">  </w:t>
      </w:r>
      <w:r w:rsidR="002A4D06">
        <w:rPr>
          <w:rFonts w:hint="eastAsia"/>
          <w:b/>
          <w:bCs/>
          <w:lang w:eastAsia="zh-TW"/>
        </w:rPr>
        <w:t>202</w:t>
      </w:r>
      <w:r w:rsidR="00B1341E">
        <w:rPr>
          <w:rFonts w:hint="eastAsia"/>
          <w:b/>
          <w:bCs/>
        </w:rPr>
        <w:t>5</w:t>
      </w:r>
      <w:r w:rsidRPr="00591344">
        <w:rPr>
          <w:rFonts w:hint="eastAsia"/>
          <w:b/>
          <w:bCs/>
          <w:lang w:eastAsia="zh-TW"/>
        </w:rPr>
        <w:t>年</w:t>
      </w:r>
      <w:r w:rsidR="00A21080">
        <w:rPr>
          <w:rFonts w:hint="eastAsia"/>
          <w:b/>
          <w:bCs/>
        </w:rPr>
        <w:t>12</w:t>
      </w:r>
      <w:r w:rsidRPr="00AC5DCA">
        <w:rPr>
          <w:rFonts w:hint="eastAsia"/>
          <w:b/>
          <w:bCs/>
          <w:lang w:eastAsia="zh-TW"/>
        </w:rPr>
        <w:t>月</w:t>
      </w:r>
      <w:r w:rsidR="00A21080">
        <w:rPr>
          <w:rFonts w:hint="eastAsia"/>
          <w:b/>
          <w:bCs/>
        </w:rPr>
        <w:t>16</w:t>
      </w:r>
      <w:r w:rsidRPr="00AC5DCA">
        <w:rPr>
          <w:rFonts w:hint="eastAsia"/>
          <w:b/>
          <w:bCs/>
          <w:lang w:eastAsia="zh-TW"/>
        </w:rPr>
        <w:t>日</w:t>
      </w:r>
      <w:r w:rsidRPr="00591344">
        <w:rPr>
          <w:rFonts w:hint="eastAsia"/>
          <w:b/>
          <w:bCs/>
          <w:lang w:eastAsia="zh-TW"/>
        </w:rPr>
        <w:t>（</w:t>
      </w:r>
      <w:r w:rsidR="00A21080">
        <w:rPr>
          <w:rFonts w:hint="eastAsia"/>
          <w:b/>
          <w:bCs/>
        </w:rPr>
        <w:t>火</w:t>
      </w:r>
      <w:r w:rsidRPr="00591344">
        <w:rPr>
          <w:rFonts w:hint="eastAsia"/>
          <w:b/>
          <w:bCs/>
          <w:lang w:eastAsia="zh-TW"/>
        </w:rPr>
        <w:t>）</w:t>
      </w:r>
    </w:p>
    <w:p w14:paraId="3E0400B2" w14:textId="77777777" w:rsidR="003A12B1" w:rsidRPr="00D71B97" w:rsidRDefault="003A12B1" w:rsidP="003D4283">
      <w:pPr>
        <w:rPr>
          <w:lang w:eastAsia="zh-TW"/>
        </w:rPr>
      </w:pPr>
    </w:p>
    <w:p w14:paraId="3A9B8DD9" w14:textId="77777777" w:rsidR="003A12B1" w:rsidRDefault="0049086A" w:rsidP="003D4283">
      <w:r w:rsidRPr="006B4DAD">
        <w:rPr>
          <w:rFonts w:hint="eastAsia"/>
          <w:lang w:eastAsia="zh-TW"/>
        </w:rPr>
        <w:t xml:space="preserve">　</w:t>
      </w:r>
      <w:r w:rsidRPr="006B4DAD">
        <w:rPr>
          <w:rFonts w:hint="eastAsia"/>
        </w:rPr>
        <w:t>（注）</w:t>
      </w:r>
    </w:p>
    <w:p w14:paraId="7C9D87DC" w14:textId="417F4EC4" w:rsidR="00C85461" w:rsidRPr="006B4DAD" w:rsidRDefault="00C85461" w:rsidP="003D4283">
      <w:r>
        <w:rPr>
          <w:rFonts w:hint="eastAsia"/>
        </w:rPr>
        <w:t xml:space="preserve">　　※会費は</w:t>
      </w:r>
      <w:r w:rsidR="00F80731">
        <w:rPr>
          <w:rFonts w:hint="eastAsia"/>
        </w:rPr>
        <w:t>資格</w:t>
      </w:r>
      <w:r w:rsidR="003F68E2">
        <w:rPr>
          <w:rFonts w:hint="eastAsia"/>
        </w:rPr>
        <w:t>規程</w:t>
      </w:r>
      <w:r>
        <w:rPr>
          <w:rFonts w:hint="eastAsia"/>
        </w:rPr>
        <w:t>第</w:t>
      </w:r>
      <w:r w:rsidR="008F5D19">
        <w:rPr>
          <w:rFonts w:hint="eastAsia"/>
        </w:rPr>
        <w:t>8</w:t>
      </w:r>
      <w:r w:rsidR="00F80731">
        <w:rPr>
          <w:rFonts w:hint="eastAsia"/>
        </w:rPr>
        <w:t>条及び第</w:t>
      </w:r>
      <w:r w:rsidR="008F5D19">
        <w:rPr>
          <w:rFonts w:hint="eastAsia"/>
        </w:rPr>
        <w:t>21</w:t>
      </w:r>
      <w:r w:rsidR="00F80731">
        <w:rPr>
          <w:rFonts w:hint="eastAsia"/>
        </w:rPr>
        <w:t>条</w:t>
      </w:r>
      <w:r>
        <w:rPr>
          <w:rFonts w:hint="eastAsia"/>
        </w:rPr>
        <w:t>より、算定しております。</w:t>
      </w:r>
    </w:p>
    <w:p w14:paraId="4271EE72" w14:textId="77777777" w:rsidR="003A12B1" w:rsidRPr="006B4DAD" w:rsidRDefault="0049086A" w:rsidP="003D4283">
      <w:r w:rsidRPr="006B4DAD">
        <w:rPr>
          <w:rFonts w:hint="eastAsia"/>
        </w:rPr>
        <w:t xml:space="preserve">　　※納入は</w:t>
      </w:r>
      <w:r w:rsidR="003D4283">
        <w:rPr>
          <w:rFonts w:hint="eastAsia"/>
        </w:rPr>
        <w:t>原則、</w:t>
      </w:r>
      <w:r w:rsidRPr="006B4DAD">
        <w:rPr>
          <w:rFonts w:hint="eastAsia"/>
        </w:rPr>
        <w:t>個人名にてお振込みください。</w:t>
      </w:r>
    </w:p>
    <w:p w14:paraId="27D55811" w14:textId="77777777" w:rsidR="00A76BAB" w:rsidRPr="00EE43D4" w:rsidRDefault="0049086A" w:rsidP="003D4283">
      <w:r w:rsidRPr="006B4DAD">
        <w:rPr>
          <w:rFonts w:hint="eastAsia"/>
        </w:rPr>
        <w:t xml:space="preserve">　　※振込</w:t>
      </w:r>
      <w:r w:rsidRPr="00EE43D4">
        <w:rPr>
          <w:rFonts w:hint="eastAsia"/>
        </w:rPr>
        <w:t>み手数料は貴君にて御負担ください。</w:t>
      </w:r>
    </w:p>
    <w:p w14:paraId="108EDA30" w14:textId="77777777" w:rsidR="009F787D" w:rsidRPr="006B4DAD" w:rsidRDefault="0049086A" w:rsidP="001266F8">
      <w:pPr>
        <w:jc w:val="right"/>
        <w:rPr>
          <w:rFonts w:asciiTheme="minorEastAsia" w:eastAsiaTheme="minorEastAsia" w:hAnsiTheme="minorEastAsia"/>
          <w:sz w:val="22"/>
          <w:szCs w:val="22"/>
        </w:rPr>
      </w:pPr>
      <w:r w:rsidRPr="006B4DAD">
        <w:rPr>
          <w:rFonts w:asciiTheme="minorEastAsia" w:eastAsiaTheme="minorEastAsia" w:hAnsiTheme="minorEastAsia" w:hint="eastAsia"/>
          <w:sz w:val="22"/>
          <w:szCs w:val="22"/>
        </w:rPr>
        <w:t>以上</w:t>
      </w:r>
    </w:p>
    <w:sectPr w:rsidR="009F787D" w:rsidRPr="006B4DAD" w:rsidSect="00C7014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954D10" w14:textId="77777777" w:rsidR="000B0E65" w:rsidRDefault="000B0E65" w:rsidP="004F7B4C">
      <w:r>
        <w:separator/>
      </w:r>
    </w:p>
  </w:endnote>
  <w:endnote w:type="continuationSeparator" w:id="0">
    <w:p w14:paraId="154F3FFA" w14:textId="77777777" w:rsidR="000B0E65" w:rsidRDefault="000B0E65" w:rsidP="004F7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9E3BF1" w14:textId="77777777" w:rsidR="000B0E65" w:rsidRDefault="000B0E65" w:rsidP="004F7B4C">
      <w:r>
        <w:separator/>
      </w:r>
    </w:p>
  </w:footnote>
  <w:footnote w:type="continuationSeparator" w:id="0">
    <w:p w14:paraId="1CDE6803" w14:textId="77777777" w:rsidR="000B0E65" w:rsidRDefault="000B0E65" w:rsidP="004F7B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8"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2B1"/>
    <w:rsid w:val="00033A7D"/>
    <w:rsid w:val="00034E0A"/>
    <w:rsid w:val="0009185B"/>
    <w:rsid w:val="000B0E65"/>
    <w:rsid w:val="000B1D08"/>
    <w:rsid w:val="000B3540"/>
    <w:rsid w:val="000B7C6A"/>
    <w:rsid w:val="000C5007"/>
    <w:rsid w:val="000E2486"/>
    <w:rsid w:val="000F2F75"/>
    <w:rsid w:val="0010005F"/>
    <w:rsid w:val="00121149"/>
    <w:rsid w:val="00125D60"/>
    <w:rsid w:val="001266F8"/>
    <w:rsid w:val="001307AB"/>
    <w:rsid w:val="00131252"/>
    <w:rsid w:val="00141300"/>
    <w:rsid w:val="00155530"/>
    <w:rsid w:val="00155C5E"/>
    <w:rsid w:val="001706A5"/>
    <w:rsid w:val="00182B61"/>
    <w:rsid w:val="0019182A"/>
    <w:rsid w:val="002129D1"/>
    <w:rsid w:val="00212DFC"/>
    <w:rsid w:val="00220103"/>
    <w:rsid w:val="0022705C"/>
    <w:rsid w:val="002352D0"/>
    <w:rsid w:val="0025072D"/>
    <w:rsid w:val="00291595"/>
    <w:rsid w:val="00293862"/>
    <w:rsid w:val="002A4D06"/>
    <w:rsid w:val="002A64E1"/>
    <w:rsid w:val="002C5AB8"/>
    <w:rsid w:val="002E0B66"/>
    <w:rsid w:val="0030265A"/>
    <w:rsid w:val="00315863"/>
    <w:rsid w:val="003279AA"/>
    <w:rsid w:val="00327D82"/>
    <w:rsid w:val="0034384C"/>
    <w:rsid w:val="00344775"/>
    <w:rsid w:val="00396BB1"/>
    <w:rsid w:val="003A12B1"/>
    <w:rsid w:val="003B3EA7"/>
    <w:rsid w:val="003B5C22"/>
    <w:rsid w:val="003C2BE5"/>
    <w:rsid w:val="003D4283"/>
    <w:rsid w:val="003F68E2"/>
    <w:rsid w:val="004026CF"/>
    <w:rsid w:val="00402D71"/>
    <w:rsid w:val="00417FAF"/>
    <w:rsid w:val="0043239E"/>
    <w:rsid w:val="00444419"/>
    <w:rsid w:val="00445057"/>
    <w:rsid w:val="00446A7E"/>
    <w:rsid w:val="00446FBC"/>
    <w:rsid w:val="00447E5E"/>
    <w:rsid w:val="00462EBA"/>
    <w:rsid w:val="00470383"/>
    <w:rsid w:val="00472024"/>
    <w:rsid w:val="00483C45"/>
    <w:rsid w:val="0049086A"/>
    <w:rsid w:val="004943FF"/>
    <w:rsid w:val="00494FE6"/>
    <w:rsid w:val="004A61AC"/>
    <w:rsid w:val="004B1544"/>
    <w:rsid w:val="004C4BE7"/>
    <w:rsid w:val="004D4E3A"/>
    <w:rsid w:val="004E4C5E"/>
    <w:rsid w:val="004F051E"/>
    <w:rsid w:val="004F7B4C"/>
    <w:rsid w:val="005017EB"/>
    <w:rsid w:val="00504585"/>
    <w:rsid w:val="00527D21"/>
    <w:rsid w:val="00537DF0"/>
    <w:rsid w:val="00556283"/>
    <w:rsid w:val="00574EE6"/>
    <w:rsid w:val="0057585E"/>
    <w:rsid w:val="00591344"/>
    <w:rsid w:val="005E7B96"/>
    <w:rsid w:val="005F00FD"/>
    <w:rsid w:val="0060041F"/>
    <w:rsid w:val="00630253"/>
    <w:rsid w:val="00633C07"/>
    <w:rsid w:val="00656BBC"/>
    <w:rsid w:val="006933D0"/>
    <w:rsid w:val="006A6898"/>
    <w:rsid w:val="006B4DAD"/>
    <w:rsid w:val="006D3629"/>
    <w:rsid w:val="006D755C"/>
    <w:rsid w:val="006F220C"/>
    <w:rsid w:val="0070621F"/>
    <w:rsid w:val="00717F79"/>
    <w:rsid w:val="00733353"/>
    <w:rsid w:val="0073585E"/>
    <w:rsid w:val="00745580"/>
    <w:rsid w:val="0075158C"/>
    <w:rsid w:val="007613CB"/>
    <w:rsid w:val="00761B0F"/>
    <w:rsid w:val="0077152C"/>
    <w:rsid w:val="00781912"/>
    <w:rsid w:val="00795F0E"/>
    <w:rsid w:val="007D6A7C"/>
    <w:rsid w:val="007D7DC1"/>
    <w:rsid w:val="0081481E"/>
    <w:rsid w:val="008703B5"/>
    <w:rsid w:val="008A1DD0"/>
    <w:rsid w:val="008D4273"/>
    <w:rsid w:val="008E4B8F"/>
    <w:rsid w:val="008F4F39"/>
    <w:rsid w:val="008F5D19"/>
    <w:rsid w:val="00904D42"/>
    <w:rsid w:val="00936925"/>
    <w:rsid w:val="0094331F"/>
    <w:rsid w:val="00943C0C"/>
    <w:rsid w:val="00982798"/>
    <w:rsid w:val="009952B9"/>
    <w:rsid w:val="009A25C5"/>
    <w:rsid w:val="009A2B17"/>
    <w:rsid w:val="009B1945"/>
    <w:rsid w:val="009D2E67"/>
    <w:rsid w:val="009F787D"/>
    <w:rsid w:val="00A178EB"/>
    <w:rsid w:val="00A21080"/>
    <w:rsid w:val="00A3236B"/>
    <w:rsid w:val="00A373E9"/>
    <w:rsid w:val="00A46539"/>
    <w:rsid w:val="00A52B21"/>
    <w:rsid w:val="00A55B78"/>
    <w:rsid w:val="00A64642"/>
    <w:rsid w:val="00A76BAB"/>
    <w:rsid w:val="00A92665"/>
    <w:rsid w:val="00A967E0"/>
    <w:rsid w:val="00AA05FA"/>
    <w:rsid w:val="00AB1C3F"/>
    <w:rsid w:val="00AC5DCA"/>
    <w:rsid w:val="00AD4EDF"/>
    <w:rsid w:val="00AE3247"/>
    <w:rsid w:val="00AF4CF3"/>
    <w:rsid w:val="00B055B5"/>
    <w:rsid w:val="00B12BC9"/>
    <w:rsid w:val="00B1341E"/>
    <w:rsid w:val="00B21B83"/>
    <w:rsid w:val="00B40471"/>
    <w:rsid w:val="00B74CF5"/>
    <w:rsid w:val="00BB1726"/>
    <w:rsid w:val="00BF36C7"/>
    <w:rsid w:val="00BF4EC0"/>
    <w:rsid w:val="00BF7852"/>
    <w:rsid w:val="00C12A4C"/>
    <w:rsid w:val="00C16B08"/>
    <w:rsid w:val="00C361B6"/>
    <w:rsid w:val="00C41BAD"/>
    <w:rsid w:val="00C41F85"/>
    <w:rsid w:val="00C4534D"/>
    <w:rsid w:val="00C51E0F"/>
    <w:rsid w:val="00C70142"/>
    <w:rsid w:val="00C85461"/>
    <w:rsid w:val="00C87E06"/>
    <w:rsid w:val="00C955D4"/>
    <w:rsid w:val="00CE472B"/>
    <w:rsid w:val="00D12713"/>
    <w:rsid w:val="00D14C61"/>
    <w:rsid w:val="00D21114"/>
    <w:rsid w:val="00D2177D"/>
    <w:rsid w:val="00D22628"/>
    <w:rsid w:val="00D23FF6"/>
    <w:rsid w:val="00D303F5"/>
    <w:rsid w:val="00D32477"/>
    <w:rsid w:val="00D46921"/>
    <w:rsid w:val="00D65A7D"/>
    <w:rsid w:val="00D71B97"/>
    <w:rsid w:val="00D73372"/>
    <w:rsid w:val="00DB4D3F"/>
    <w:rsid w:val="00DD51D3"/>
    <w:rsid w:val="00E0063D"/>
    <w:rsid w:val="00E915A0"/>
    <w:rsid w:val="00EB7BE2"/>
    <w:rsid w:val="00EE43D4"/>
    <w:rsid w:val="00EE7DEB"/>
    <w:rsid w:val="00EF232D"/>
    <w:rsid w:val="00F23838"/>
    <w:rsid w:val="00F2576C"/>
    <w:rsid w:val="00F460A1"/>
    <w:rsid w:val="00F63476"/>
    <w:rsid w:val="00F80117"/>
    <w:rsid w:val="00F80731"/>
    <w:rsid w:val="00FA1CB6"/>
    <w:rsid w:val="00FB153E"/>
    <w:rsid w:val="00FC5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D0829A"/>
  <w15:docId w15:val="{16F5E424-EBB0-47D1-87EE-670776456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qFormat/>
    <w:rsid w:val="000B1D08"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Salutation"/>
    <w:basedOn w:val="a"/>
    <w:next w:val="a"/>
  </w:style>
  <w:style w:type="paragraph" w:styleId="a5">
    <w:name w:val="Closing"/>
    <w:basedOn w:val="a"/>
    <w:next w:val="a"/>
    <w:pPr>
      <w:jc w:val="right"/>
    </w:pPr>
  </w:style>
  <w:style w:type="paragraph" w:styleId="a6">
    <w:name w:val="Note Heading"/>
    <w:basedOn w:val="a"/>
    <w:next w:val="a"/>
    <w:pPr>
      <w:jc w:val="center"/>
    </w:pPr>
  </w:style>
  <w:style w:type="paragraph" w:styleId="a7">
    <w:name w:val="header"/>
    <w:basedOn w:val="a"/>
    <w:link w:val="a8"/>
    <w:rsid w:val="004F7B4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4F7B4C"/>
    <w:rPr>
      <w:kern w:val="2"/>
      <w:sz w:val="21"/>
    </w:rPr>
  </w:style>
  <w:style w:type="paragraph" w:styleId="a9">
    <w:name w:val="footer"/>
    <w:basedOn w:val="a"/>
    <w:link w:val="aa"/>
    <w:rsid w:val="004F7B4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4F7B4C"/>
    <w:rPr>
      <w:kern w:val="2"/>
      <w:sz w:val="21"/>
    </w:rPr>
  </w:style>
  <w:style w:type="character" w:customStyle="1" w:styleId="10">
    <w:name w:val="見出し 1 (文字)"/>
    <w:link w:val="1"/>
    <w:rsid w:val="000B1D08"/>
    <w:rPr>
      <w:rFonts w:ascii="Arial" w:eastAsia="ＭＳ ゴシック" w:hAnsi="Arial" w:cs="Times New Roman"/>
      <w:kern w:val="2"/>
      <w:sz w:val="24"/>
      <w:szCs w:val="24"/>
    </w:rPr>
  </w:style>
  <w:style w:type="paragraph" w:styleId="ab">
    <w:name w:val="Balloon Text"/>
    <w:basedOn w:val="a"/>
    <w:link w:val="ac"/>
    <w:semiHidden/>
    <w:unhideWhenUsed/>
    <w:rsid w:val="00717F79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semiHidden/>
    <w:rsid w:val="00717F7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Office\autosal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autosal</Template>
  <TotalTime>40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２００２（社）四青№</vt:lpstr>
      <vt:lpstr>２００２（社）四青№</vt:lpstr>
    </vt:vector>
  </TitlesOfParts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２００２（社）四青№</dc:title>
  <dc:creator>masashi/i</dc:creator>
  <cp:lastModifiedBy>俊太朗 田中</cp:lastModifiedBy>
  <cp:revision>21</cp:revision>
  <cp:lastPrinted>2025-12-13T06:31:00Z</cp:lastPrinted>
  <dcterms:created xsi:type="dcterms:W3CDTF">2020-10-14T07:41:00Z</dcterms:created>
  <dcterms:modified xsi:type="dcterms:W3CDTF">2025-12-13T06:31:00Z</dcterms:modified>
</cp:coreProperties>
</file>